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788BA7" w14:textId="77777777" w:rsidR="00F422D3" w:rsidRDefault="00F422D3" w:rsidP="00B42F40">
      <w:pPr>
        <w:pStyle w:val="Titul1"/>
      </w:pPr>
      <w:r>
        <w:t>SMLOUVA O DÍLO NA ZHOTOVENÍ STAVBY</w:t>
      </w:r>
      <w:r w:rsidR="00485CE8">
        <w:t xml:space="preserve"> </w:t>
      </w:r>
    </w:p>
    <w:p w14:paraId="169269ED" w14:textId="5BF330AE" w:rsidR="00F422D3" w:rsidRDefault="00F422D3" w:rsidP="00B42F40">
      <w:pPr>
        <w:pStyle w:val="Titul2"/>
      </w:pPr>
      <w:r>
        <w:t>Název zakázky: „</w:t>
      </w:r>
      <w:r w:rsidR="006F3D6A" w:rsidRPr="006F3D6A">
        <w:t xml:space="preserve">Oprava silnoproudých rozvodů v </w:t>
      </w:r>
      <w:proofErr w:type="spellStart"/>
      <w:r w:rsidR="006F3D6A" w:rsidRPr="006F3D6A">
        <w:t>žst</w:t>
      </w:r>
      <w:proofErr w:type="spellEnd"/>
      <w:r w:rsidR="006F3D6A" w:rsidRPr="006F3D6A">
        <w:t xml:space="preserve">. Ústí </w:t>
      </w:r>
      <w:proofErr w:type="spellStart"/>
      <w:r w:rsidR="006F3D6A" w:rsidRPr="006F3D6A">
        <w:t>n.L.</w:t>
      </w:r>
      <w:proofErr w:type="spellEnd"/>
      <w:r w:rsidR="006F3D6A" w:rsidRPr="006F3D6A">
        <w:t xml:space="preserve"> západ – trafostanice "vozové depo"“</w:t>
      </w:r>
      <w:r w:rsidR="00485CE8">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77777777" w:rsidR="00F422D3" w:rsidRDefault="00F422D3" w:rsidP="00B42F40">
      <w:pPr>
        <w:pStyle w:val="Textbezodsazen"/>
        <w:spacing w:after="0"/>
      </w:pPr>
      <w:r>
        <w:t xml:space="preserve">se sídlem: Dlážděná 1003/7, 110 00 Praha 1 - Nové Město </w:t>
      </w:r>
    </w:p>
    <w:p w14:paraId="6CD6861E" w14:textId="77777777" w:rsidR="00F422D3" w:rsidRDefault="00F422D3" w:rsidP="00B42F40">
      <w:pPr>
        <w:pStyle w:val="Textbezodsazen"/>
        <w:spacing w:after="0"/>
      </w:pPr>
      <w:r>
        <w:t>IČO: 70994234 DIČ: CZ70994234</w:t>
      </w:r>
    </w:p>
    <w:p w14:paraId="7CE42C59" w14:textId="77777777" w:rsidR="00F422D3" w:rsidRDefault="00F422D3" w:rsidP="00B42F40">
      <w:pPr>
        <w:pStyle w:val="Textbezodsazen"/>
        <w:spacing w:after="0"/>
      </w:pPr>
      <w:r>
        <w:t>zapsaná v obchodním rejstříku vedeném Městským soudem v Praze,</w:t>
      </w:r>
    </w:p>
    <w:p w14:paraId="5886517C" w14:textId="77777777" w:rsidR="00F422D3" w:rsidRDefault="00F422D3" w:rsidP="00B42F40">
      <w:pPr>
        <w:pStyle w:val="Textbezodsazen"/>
        <w:spacing w:after="0"/>
      </w:pPr>
      <w:r>
        <w:t>spisová značka A 48384</w:t>
      </w:r>
    </w:p>
    <w:p w14:paraId="33F0E554" w14:textId="633A6AAD" w:rsidR="00D32554" w:rsidRPr="00D32554" w:rsidRDefault="00F422D3" w:rsidP="00261342">
      <w:pPr>
        <w:pStyle w:val="Textbezodsazen"/>
        <w:ind w:left="1134" w:hanging="1134"/>
        <w:rPr>
          <w:highlight w:val="green"/>
        </w:rPr>
      </w:pPr>
      <w:r>
        <w:t>zastoupena:</w:t>
      </w:r>
      <w:r w:rsidR="00261342">
        <w:t xml:space="preserve"> </w:t>
      </w:r>
      <w:r w:rsidR="00261342" w:rsidRPr="00261342">
        <w:rPr>
          <w:b/>
        </w:rPr>
        <w:t>Ing. Martin Kašparem</w:t>
      </w:r>
      <w:r w:rsidR="00261342">
        <w:t>,</w:t>
      </w:r>
      <w:r w:rsidR="00261342" w:rsidRPr="00261342">
        <w:t xml:space="preserve"> ředitel</w:t>
      </w:r>
      <w:r w:rsidR="00261342">
        <w:t>em</w:t>
      </w:r>
      <w:r w:rsidR="00261342" w:rsidRPr="00261342">
        <w:t xml:space="preserve"> Oblastního ředitelství Ústí nad Labem,</w:t>
      </w:r>
      <w:r w:rsidR="00D32554" w:rsidRPr="00261342">
        <w:t xml:space="preserve"> na základě</w:t>
      </w:r>
      <w:r w:rsidR="00261342">
        <w:t xml:space="preserve"> </w:t>
      </w:r>
      <w:r w:rsidR="00D32554" w:rsidRPr="00261342">
        <w:t xml:space="preserve">pověření č. </w:t>
      </w:r>
      <w:r w:rsidR="00261342" w:rsidRPr="00261342">
        <w:t>2652 ze dne 22. 02. 2019</w:t>
      </w:r>
    </w:p>
    <w:p w14:paraId="234839EE" w14:textId="77777777" w:rsidR="00261342" w:rsidRDefault="00261342" w:rsidP="00261342">
      <w:pPr>
        <w:pStyle w:val="Textbezodsazen"/>
        <w:spacing w:after="0"/>
        <w:rPr>
          <w:rStyle w:val="Zdraznnjemn"/>
          <w:b/>
          <w:iCs w:val="0"/>
          <w:color w:val="auto"/>
        </w:rPr>
      </w:pPr>
      <w:r w:rsidRPr="003C239B">
        <w:rPr>
          <w:rStyle w:val="Zdraznnjemn"/>
          <w:b/>
          <w:iCs w:val="0"/>
          <w:color w:val="auto"/>
        </w:rPr>
        <w:t xml:space="preserve">Korespondenční adresa: </w:t>
      </w:r>
    </w:p>
    <w:p w14:paraId="24E314E3" w14:textId="77777777" w:rsidR="00261342" w:rsidRDefault="00261342" w:rsidP="00261342">
      <w:pPr>
        <w:pStyle w:val="Textbezodsazen"/>
        <w:spacing w:after="0"/>
      </w:pPr>
      <w:r w:rsidRPr="003C239B">
        <w:t>Správa železnic, státní organizace</w:t>
      </w:r>
      <w:r>
        <w:t xml:space="preserve">, </w:t>
      </w:r>
      <w:r w:rsidRPr="003C239B">
        <w:t xml:space="preserve">Oblastní ředitelství Ústí nad Labem, Železničářská 1386/31, 400 03 Ústí nad Labem </w:t>
      </w:r>
    </w:p>
    <w:p w14:paraId="36A50F7F" w14:textId="77777777" w:rsidR="00261342" w:rsidRPr="003C239B" w:rsidRDefault="00261342" w:rsidP="00261342">
      <w:pPr>
        <w:pStyle w:val="Textbezodsazen"/>
        <w:spacing w:after="0"/>
      </w:pPr>
    </w:p>
    <w:p w14:paraId="75505C77" w14:textId="77777777" w:rsidR="00261342" w:rsidRPr="003C239B" w:rsidRDefault="00261342" w:rsidP="00261342">
      <w:pPr>
        <w:pStyle w:val="Textbezodsazen"/>
        <w:spacing w:after="0"/>
        <w:rPr>
          <w:b/>
        </w:rPr>
      </w:pPr>
      <w:r w:rsidRPr="003C239B">
        <w:rPr>
          <w:b/>
        </w:rPr>
        <w:t>Adresa pro doručování písemností v elektronické podobě:</w:t>
      </w:r>
    </w:p>
    <w:p w14:paraId="26F83F90" w14:textId="77777777" w:rsidR="00261342" w:rsidRPr="00D32554" w:rsidRDefault="00CB1530" w:rsidP="00261342">
      <w:pPr>
        <w:pStyle w:val="Textbezodsazen"/>
      </w:pPr>
      <w:hyperlink r:id="rId11" w:history="1">
        <w:r w:rsidR="00261342" w:rsidRPr="003C239B">
          <w:rPr>
            <w:rStyle w:val="Hypertextovodkaz"/>
            <w:noProof w:val="0"/>
          </w:rPr>
          <w:t>ePodatelnaORUNL@spravazelenic.cz</w:t>
        </w:r>
      </w:hyperlink>
    </w:p>
    <w:p w14:paraId="262684E1" w14:textId="1CAB3462" w:rsidR="00F422D3" w:rsidRDefault="00261342" w:rsidP="00261342">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EC46057" w14:textId="2B627C1E" w:rsidR="00F422D3" w:rsidRDefault="00F422D3" w:rsidP="00B42F40">
      <w:pPr>
        <w:pStyle w:val="Textbezodsazen"/>
        <w:spacing w:after="0"/>
      </w:pPr>
      <w:r>
        <w:t>číslo smlouvy: "[</w:t>
      </w:r>
      <w:r w:rsidRPr="00F422D3">
        <w:rPr>
          <w:highlight w:val="green"/>
        </w:rPr>
        <w:t>VLOŽÍ OBJEDNATEL</w:t>
      </w:r>
      <w:r>
        <w:t>]"</w:t>
      </w:r>
      <w:r w:rsidR="00261342">
        <w:t xml:space="preserve">, </w:t>
      </w:r>
      <w:r w:rsidR="00261342" w:rsidRPr="00261342">
        <w:t xml:space="preserve">č. j. </w:t>
      </w:r>
      <w:proofErr w:type="spellStart"/>
      <w:r w:rsidR="00261342" w:rsidRPr="00261342">
        <w:rPr>
          <w:highlight w:val="green"/>
        </w:rPr>
        <w:t>xxxx</w:t>
      </w:r>
      <w:proofErr w:type="spellEnd"/>
      <w:r w:rsidR="00261342" w:rsidRPr="00261342">
        <w:rPr>
          <w:highlight w:val="green"/>
        </w:rPr>
        <w:t>/2023-SŽ-OŘ UNL-OVZ</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w:t>
      </w:r>
      <w:proofErr w:type="gramStart"/>
      <w:r w:rsidRPr="00B42F40">
        <w:t>" ,</w:t>
      </w:r>
      <w:proofErr w:type="gramEnd"/>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E44B9FA" w14:textId="77777777" w:rsidR="00B42F40" w:rsidRDefault="00B42F40" w:rsidP="00B42F40">
      <w:pPr>
        <w:pStyle w:val="Textbezodsazen"/>
      </w:pPr>
    </w:p>
    <w:p w14:paraId="5D9FA5F4" w14:textId="77777777" w:rsidR="00B42F40" w:rsidRDefault="00B42F40" w:rsidP="00B42F40">
      <w:pPr>
        <w:pStyle w:val="Textbezodsazen"/>
      </w:pPr>
    </w:p>
    <w:p w14:paraId="50AE5E7A" w14:textId="77777777" w:rsidR="00B42F40" w:rsidRPr="00B42F40" w:rsidRDefault="00B42F40"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4CE7FB21" w:rsidR="00F24489" w:rsidRDefault="00F24489" w:rsidP="00625D0C">
      <w:pPr>
        <w:pStyle w:val="Text1-1"/>
      </w:pPr>
      <w:r w:rsidRPr="00F97DBD">
        <w:t xml:space="preserve">Objednatel oznámil uveřejněním </w:t>
      </w:r>
      <w:r>
        <w:t xml:space="preserve">na profilu zadavatele: </w:t>
      </w:r>
      <w:hyperlink r:id="rId12" w:history="1">
        <w:r w:rsidR="00625D0C" w:rsidRPr="00C4659F">
          <w:rPr>
            <w:rStyle w:val="Hypertextovodkaz"/>
            <w:noProof w:val="0"/>
          </w:rPr>
          <w:t>https://zakazky.spravazeleznic.cz/</w:t>
        </w:r>
      </w:hyperlink>
      <w:r w:rsidR="00625D0C">
        <w:t xml:space="preserve"> </w:t>
      </w:r>
      <w:r w:rsidRPr="00CB1530">
        <w:t xml:space="preserve">dne </w:t>
      </w:r>
      <w:r w:rsidR="00CB1530" w:rsidRPr="00CB1530">
        <w:t xml:space="preserve">31. 01. 2023 </w:t>
      </w:r>
      <w:r w:rsidRPr="00CB1530">
        <w:t>pod</w:t>
      </w:r>
      <w:r w:rsidRPr="00F97DBD">
        <w:t xml:space="preserve"> </w:t>
      </w:r>
      <w:r w:rsidRPr="00F24489">
        <w:t>evidenčním</w:t>
      </w:r>
      <w:r w:rsidRPr="00F97DBD">
        <w:t xml:space="preserve"> číslem </w:t>
      </w:r>
      <w:r w:rsidR="00741BC9" w:rsidRPr="00741BC9">
        <w:rPr>
          <w:b/>
        </w:rPr>
        <w:t xml:space="preserve">65023008 </w:t>
      </w:r>
      <w:r w:rsidRPr="00F97DBD">
        <w:t xml:space="preserve">svůj úmysl zadat </w:t>
      </w:r>
      <w:r>
        <w:t xml:space="preserve">ve výběrovém řízení </w:t>
      </w:r>
      <w:r w:rsidRPr="00F97DBD">
        <w:t xml:space="preserve">veřejnou zakázku s názvem </w:t>
      </w:r>
      <w:r w:rsidRPr="003F35F3">
        <w:rPr>
          <w:b/>
        </w:rPr>
        <w:t>„</w:t>
      </w:r>
      <w:r w:rsidR="006F3D6A" w:rsidRPr="006F3D6A">
        <w:rPr>
          <w:b/>
        </w:rPr>
        <w:t xml:space="preserve">Oprava silnoproudých rozvodů v </w:t>
      </w:r>
      <w:proofErr w:type="spellStart"/>
      <w:r w:rsidR="006F3D6A" w:rsidRPr="006F3D6A">
        <w:rPr>
          <w:b/>
        </w:rPr>
        <w:t>žst</w:t>
      </w:r>
      <w:proofErr w:type="spellEnd"/>
      <w:r w:rsidR="006F3D6A" w:rsidRPr="006F3D6A">
        <w:rPr>
          <w:b/>
        </w:rPr>
        <w:t xml:space="preserve">. Ústí </w:t>
      </w:r>
      <w:proofErr w:type="spellStart"/>
      <w:r w:rsidR="006F3D6A" w:rsidRPr="006F3D6A">
        <w:rPr>
          <w:b/>
        </w:rPr>
        <w:t>n.L.</w:t>
      </w:r>
      <w:proofErr w:type="spellEnd"/>
      <w:r w:rsidR="006F3D6A" w:rsidRPr="006F3D6A">
        <w:rPr>
          <w:b/>
        </w:rPr>
        <w:t xml:space="preserve"> západ – trafostanice "vozové depo"“</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lastRenderedPageBreak/>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D145B4" w:rsidRDefault="00F24489" w:rsidP="00F24489">
      <w:pPr>
        <w:pStyle w:val="Textbezslovn"/>
      </w:pPr>
      <w:r w:rsidRPr="00D145B4">
        <w:t xml:space="preserve">slovy: </w:t>
      </w:r>
      <w:r w:rsidRPr="00D145B4">
        <w:tab/>
      </w:r>
      <w:r w:rsidRPr="00D145B4">
        <w:tab/>
      </w:r>
      <w:r w:rsidRPr="00D145B4">
        <w:tab/>
      </w:r>
      <w:r w:rsidRPr="00D145B4">
        <w:rPr>
          <w:highlight w:val="yellow"/>
        </w:rPr>
        <w:fldChar w:fldCharType="begin"/>
      </w:r>
      <w:r w:rsidRPr="00D145B4">
        <w:rPr>
          <w:highlight w:val="yellow"/>
        </w:rPr>
        <w:instrText xml:space="preserve"> MACROBUTTON  VložitŠirokouMezeru "[VLOŽÍ ZHOTOVITEL]" </w:instrText>
      </w:r>
      <w:r w:rsidRPr="00D145B4">
        <w:rPr>
          <w:highlight w:val="yellow"/>
        </w:rPr>
        <w:fldChar w:fldCharType="end"/>
      </w:r>
      <w:r w:rsidRPr="00D145B4">
        <w:t>korun českých</w:t>
      </w:r>
    </w:p>
    <w:p w14:paraId="67E8E19F" w14:textId="77777777" w:rsidR="00F24489" w:rsidRDefault="00B84ECC" w:rsidP="00F24489">
      <w:pPr>
        <w:pStyle w:val="Textbezslovn"/>
      </w:pPr>
      <w:r w:rsidRPr="00D145B4">
        <w:t xml:space="preserve">Rekapitulace </w:t>
      </w:r>
      <w:r w:rsidR="00F24489" w:rsidRPr="00D145B4">
        <w:t xml:space="preserve">Ceny Díla dle </w:t>
      </w:r>
      <w:r w:rsidR="00625D0C" w:rsidRPr="00D145B4">
        <w:t xml:space="preserve">objektů </w:t>
      </w:r>
      <w:r w:rsidR="00F24489" w:rsidRPr="00D145B4">
        <w:t xml:space="preserve">stavebních </w:t>
      </w:r>
      <w:r w:rsidR="00625D0C" w:rsidRPr="00D145B4">
        <w:t xml:space="preserve">částí </w:t>
      </w:r>
      <w:r w:rsidR="00F24489" w:rsidRPr="00D145B4">
        <w:t xml:space="preserve">(SO) a </w:t>
      </w:r>
      <w:r w:rsidR="00625D0C" w:rsidRPr="00D145B4">
        <w:t xml:space="preserve">objektů </w:t>
      </w:r>
      <w:r w:rsidR="00F24489" w:rsidRPr="00D145B4">
        <w:t xml:space="preserve">provozních </w:t>
      </w:r>
      <w:r w:rsidR="00625D0C" w:rsidRPr="00D145B4">
        <w:t xml:space="preserve">částí </w:t>
      </w:r>
      <w:r w:rsidR="00F24489" w:rsidRPr="00D145B4">
        <w:t>(PS) je uveden</w:t>
      </w:r>
      <w:r w:rsidRPr="00D145B4">
        <w:t>a</w:t>
      </w:r>
      <w:r w:rsidR="00F24489" w:rsidRPr="00D145B4">
        <w:t xml:space="preserve"> v </w:t>
      </w:r>
      <w:hyperlink w:anchor="ListAnnex04" w:history="1">
        <w:r w:rsidR="00F24489" w:rsidRPr="00D145B4">
          <w:rPr>
            <w:rStyle w:val="Hypertextovodkaz"/>
            <w:rFonts w:cs="Calibri"/>
            <w:color w:val="auto"/>
          </w:rPr>
          <w:t>Příloze č. 4</w:t>
        </w:r>
      </w:hyperlink>
      <w:r w:rsidR="00F24489" w:rsidRPr="00D145B4">
        <w:t xml:space="preserve"> této Smlouvy.</w:t>
      </w:r>
    </w:p>
    <w:p w14:paraId="60F479FA" w14:textId="77777777" w:rsidR="00F24489" w:rsidRPr="00D145B4"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w:t>
      </w:r>
      <w:r w:rsidRPr="00D145B4">
        <w:t>Zhotoviteli nevznikne vůči Objednateli při změně okolností právo domáhat se obnovení jednání o Smlouvě ani zvýšení Ceny za Dílo ani zrušení Smlouvy.</w:t>
      </w:r>
    </w:p>
    <w:p w14:paraId="1DF84A3B" w14:textId="77777777" w:rsidR="00F24489" w:rsidRPr="00D145B4" w:rsidRDefault="00F24489" w:rsidP="00F24489">
      <w:pPr>
        <w:pStyle w:val="Text1-1"/>
      </w:pPr>
      <w:r w:rsidRPr="00D145B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145B4">
        <w:rPr>
          <w:rStyle w:val="OdstavecsmlouvyChar"/>
          <w:rFonts w:eastAsiaTheme="minorHAnsi"/>
        </w:rPr>
        <w:t xml:space="preserve"> </w:t>
      </w:r>
      <w:r w:rsidRPr="00D145B4">
        <w:t xml:space="preserve">režim přenesení daňové povinnosti dle </w:t>
      </w:r>
      <w:proofErr w:type="spellStart"/>
      <w:r w:rsidRPr="00D145B4">
        <w:t>ust</w:t>
      </w:r>
      <w:proofErr w:type="spellEnd"/>
      <w:r w:rsidRPr="00D145B4">
        <w:t xml:space="preserve">. § 92a, zákona č. 235/2004 Sb., o dani z přidané hodnoty, ve znění pozdějších předpisů (dále jen „zákona o DPH“), osobou povinnou k dani dle </w:t>
      </w:r>
      <w:proofErr w:type="spellStart"/>
      <w:r w:rsidRPr="00D145B4">
        <w:t>ust</w:t>
      </w:r>
      <w:proofErr w:type="spellEnd"/>
      <w:r w:rsidRPr="00D145B4">
        <w:t xml:space="preserve">. § 5 odst. 1 zákona o DPH, neboť přijatá plnění použije pro svou ekonomickou činnost, a je tedy osobou povinnou přiznat a zaplatit DPH dle </w:t>
      </w:r>
      <w:proofErr w:type="spellStart"/>
      <w:r w:rsidRPr="00D145B4">
        <w:t>ust</w:t>
      </w:r>
      <w:proofErr w:type="spellEnd"/>
      <w:r w:rsidRPr="00D145B4">
        <w: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1FF7E2D" w14:textId="02C1CB19" w:rsidR="00F24489" w:rsidRPr="00D145B4" w:rsidRDefault="00F24489" w:rsidP="00F24489">
      <w:pPr>
        <w:pStyle w:val="Textbezslovn"/>
        <w:rPr>
          <w:b/>
        </w:rPr>
      </w:pPr>
      <w:r w:rsidRPr="00D145B4">
        <w:rPr>
          <w:b/>
        </w:rPr>
        <w:t xml:space="preserve">Celková lhůta pro dokončení Díla činí celkem </w:t>
      </w:r>
      <w:r w:rsidR="00D145B4" w:rsidRPr="00D145B4">
        <w:rPr>
          <w:b/>
        </w:rPr>
        <w:t>16</w:t>
      </w:r>
      <w:r w:rsidRPr="00D145B4">
        <w:rPr>
          <w:b/>
        </w:rPr>
        <w:t xml:space="preserve"> měsíců ode Dne zahájení stavebních prací (dokladem prokazujícím, že Zhotovitel dokončil celé Dílo, je Předávací protokol dle odst. 10.4 Obchodních podmínek).</w:t>
      </w:r>
    </w:p>
    <w:p w14:paraId="71987FC1" w14:textId="0B4CA14A" w:rsidR="00F24489" w:rsidRDefault="00F24489" w:rsidP="00F24489">
      <w:pPr>
        <w:pStyle w:val="Textbezslovn"/>
      </w:pPr>
      <w:r w:rsidRPr="00D145B4">
        <w:t>Lhůta pro dokončení stavebních prací činí celkem</w:t>
      </w:r>
      <w:r w:rsidR="00D145B4" w:rsidRPr="00D145B4">
        <w:t xml:space="preserve"> </w:t>
      </w:r>
      <w:r w:rsidR="00D145B4" w:rsidRPr="00D145B4">
        <w:rPr>
          <w:b/>
        </w:rPr>
        <w:t>14</w:t>
      </w:r>
      <w:r w:rsidRPr="00D145B4">
        <w:rPr>
          <w:b/>
        </w:rPr>
        <w:t xml:space="preserve"> měsíců</w:t>
      </w:r>
      <w:r w:rsidRPr="00D145B4">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je poslední Zápis o předání a převzetí Díla).</w:t>
      </w:r>
    </w:p>
    <w:p w14:paraId="1EC05404" w14:textId="72DE585F" w:rsidR="008F4428" w:rsidRPr="008F4428" w:rsidRDefault="008F4428" w:rsidP="008F4428">
      <w:pPr>
        <w:pStyle w:val="Textbezslovn"/>
      </w:pPr>
      <w:r w:rsidRPr="008F4428">
        <w:t xml:space="preserve">Předání souborného zpracování geodetické části dokumentace skutečného provedení stavby a kompletní technické části dokumentace skutečného provedení </w:t>
      </w:r>
      <w:r w:rsidRPr="008F4428">
        <w:lastRenderedPageBreak/>
        <w:t xml:space="preserve">stavby bude provedeno nejpozději do </w:t>
      </w:r>
      <w:r w:rsidRPr="008F4428">
        <w:rPr>
          <w:b/>
        </w:rPr>
        <w:t>2 měsíců</w:t>
      </w:r>
      <w:r w:rsidRPr="008F4428">
        <w:t xml:space="preserve"> ode dne podpisu posledního Zápisu o předání a převzetí Díla.</w:t>
      </w:r>
    </w:p>
    <w:p w14:paraId="15D439B9" w14:textId="4EAC6D15" w:rsidR="008F4428" w:rsidRDefault="008F4428" w:rsidP="008F4428">
      <w:pPr>
        <w:pStyle w:val="Textbezslovn"/>
      </w:pPr>
      <w:r w:rsidRPr="008F4428">
        <w:t>Lhůty stanovené v odst. 6.3.5 a 8.3.3 Všeobecných technických podmínek na realizaci a lhůty stanovené v odst. 2.10 a 2.11 Obchodních podmínek  se v případě této Smlouvy nepoužijí.</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490941"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D145B4"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14,  čl. 15, čl. 20.19 a čl. 21.1.3 Obchodních podmínek se </w:t>
      </w:r>
      <w:r w:rsidRPr="00D145B4">
        <w:t>tedy nepoužije.</w:t>
      </w:r>
    </w:p>
    <w:p w14:paraId="26AEB95E" w14:textId="45A499F3" w:rsidR="00214C3E" w:rsidRPr="00D145B4" w:rsidRDefault="00214C3E" w:rsidP="00D145B4">
      <w:pPr>
        <w:pStyle w:val="Text1-1"/>
      </w:pPr>
      <w:r w:rsidRPr="00D145B4">
        <w:t>Při realizaci Díla nejsou plánovány výluky. Pokud z důvodů na straně Zhotovitele bude nutné výluku realizovat, dohodly se Smluvní strany, že na takovouto výluku se uplatní ustanovení odst. 3.15 a v odst. 3.17 Obchodních podmínek.</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 xml:space="preserve">Splatnost </w:t>
      </w:r>
      <w:proofErr w:type="gramStart"/>
      <w:r>
        <w:t>faktury - daňového</w:t>
      </w:r>
      <w:proofErr w:type="gramEnd"/>
      <w:r>
        <w:t xml:space="preserve">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upravuje </w:t>
      </w:r>
      <w:r w:rsidRPr="00D145B4">
        <w:t>na pět (5) dní</w:t>
      </w:r>
      <w:r>
        <w:t xml:space="preserve">. </w:t>
      </w:r>
    </w:p>
    <w:p w14:paraId="2CFED12C" w14:textId="77777777" w:rsidR="00214C3E" w:rsidRDefault="00214C3E" w:rsidP="00214C3E">
      <w:pPr>
        <w:pStyle w:val="Text1-1"/>
      </w:pPr>
      <w:r>
        <w:t>V bodě 3.6.2 Obchodních podmínek se lhůta upravuje na sedm (7)dní.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w:t>
      </w:r>
      <w:r w:rsidRPr="00055FC4">
        <w:lastRenderedPageBreak/>
        <w:t xml:space="preserve">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77777777" w:rsidR="0007653B" w:rsidRPr="00B3667A" w:rsidRDefault="0007653B" w:rsidP="008E3804">
      <w:pPr>
        <w:pStyle w:val="Odstavec1-1a"/>
      </w:pPr>
      <w:proofErr w:type="gramStart"/>
      <w:r>
        <w:t>Objednatelem</w:t>
      </w:r>
      <w:proofErr w:type="gramEnd"/>
      <w:r>
        <w:t xml:space="preserve"> resp. TDS odsouhlasený soupis provedených prací (bez protokolů </w:t>
      </w:r>
      <w:r w:rsidRPr="00B3667A">
        <w:t>o skutečné výměře).</w:t>
      </w:r>
    </w:p>
    <w:p w14:paraId="77CD3FD6" w14:textId="77777777" w:rsidR="00500C05" w:rsidRPr="00B3667A" w:rsidRDefault="00500C05" w:rsidP="00500C05">
      <w:pPr>
        <w:spacing w:after="200" w:line="276" w:lineRule="auto"/>
        <w:ind w:firstLine="709"/>
        <w:jc w:val="both"/>
        <w:rPr>
          <w:rFonts w:ascii="Verdana" w:hAnsi="Verdana" w:cstheme="minorHAnsi"/>
        </w:rPr>
      </w:pPr>
      <w:r w:rsidRPr="00B3667A">
        <w:rPr>
          <w:rFonts w:ascii="Verdana" w:hAnsi="Verdana" w:cstheme="minorHAnsi"/>
        </w:rPr>
        <w:t>Daňové doklady, vč. všech příloh, budou zasílány následovně:</w:t>
      </w:r>
    </w:p>
    <w:p w14:paraId="1816E48A" w14:textId="77777777" w:rsidR="00500C05" w:rsidRPr="00B3667A" w:rsidRDefault="00500C05" w:rsidP="00500C05">
      <w:pPr>
        <w:pStyle w:val="Odstavecseseznamem"/>
        <w:numPr>
          <w:ilvl w:val="0"/>
          <w:numId w:val="40"/>
        </w:numPr>
        <w:spacing w:after="200" w:line="276" w:lineRule="auto"/>
        <w:contextualSpacing w:val="0"/>
        <w:jc w:val="both"/>
        <w:rPr>
          <w:rFonts w:ascii="Verdana" w:hAnsi="Verdana" w:cstheme="minorHAnsi"/>
        </w:rPr>
      </w:pPr>
      <w:r w:rsidRPr="00B3667A">
        <w:rPr>
          <w:rFonts w:ascii="Verdana" w:hAnsi="Verdana" w:cstheme="minorHAnsi"/>
        </w:rPr>
        <w:t xml:space="preserve">v digitální podobě na e-mailovou adresu </w:t>
      </w:r>
      <w:hyperlink r:id="rId13" w:history="1">
        <w:r w:rsidRPr="00B3667A">
          <w:rPr>
            <w:rStyle w:val="Hypertextovodkaz"/>
            <w:rFonts w:ascii="Verdana" w:hAnsi="Verdana" w:cstheme="minorHAnsi"/>
          </w:rPr>
          <w:t>ePodatelnaCFU@spravazeleznic.cz</w:t>
        </w:r>
      </w:hyperlink>
      <w:r w:rsidRPr="00B3667A">
        <w:rPr>
          <w:rFonts w:ascii="Verdana" w:hAnsi="Verdana" w:cstheme="minorHAnsi"/>
        </w:rPr>
        <w:t>, nebo</w:t>
      </w:r>
    </w:p>
    <w:p w14:paraId="414A35E9" w14:textId="77777777" w:rsidR="00500C05" w:rsidRPr="00B3667A" w:rsidRDefault="00500C05" w:rsidP="00500C05">
      <w:pPr>
        <w:pStyle w:val="Odstavecseseznamem"/>
        <w:numPr>
          <w:ilvl w:val="0"/>
          <w:numId w:val="40"/>
        </w:numPr>
        <w:spacing w:after="200" w:line="276" w:lineRule="auto"/>
        <w:contextualSpacing w:val="0"/>
        <w:jc w:val="both"/>
        <w:rPr>
          <w:rFonts w:ascii="Verdana" w:hAnsi="Verdana" w:cstheme="minorHAnsi"/>
        </w:rPr>
      </w:pPr>
      <w:r w:rsidRPr="00B3667A">
        <w:rPr>
          <w:rFonts w:ascii="Verdana" w:hAnsi="Verdana" w:cstheme="minorHAnsi"/>
        </w:rPr>
        <w:t xml:space="preserve">v digitální podobě do datové schránky s identifikátorem </w:t>
      </w:r>
      <w:proofErr w:type="spellStart"/>
      <w:r w:rsidRPr="00B3667A">
        <w:rPr>
          <w:rFonts w:ascii="Verdana" w:hAnsi="Verdana" w:cstheme="minorHAnsi"/>
        </w:rPr>
        <w:t>Uccchjm</w:t>
      </w:r>
      <w:proofErr w:type="spellEnd"/>
      <w:r w:rsidRPr="00B3667A">
        <w:rPr>
          <w:rFonts w:ascii="Verdana" w:hAnsi="Verdana" w:cstheme="minorHAnsi"/>
        </w:rPr>
        <w:t>, nebo</w:t>
      </w:r>
    </w:p>
    <w:p w14:paraId="5702F2D3" w14:textId="77777777" w:rsidR="00500C05" w:rsidRPr="00B3667A" w:rsidRDefault="00500C05" w:rsidP="00500C05">
      <w:pPr>
        <w:pStyle w:val="Odstavecseseznamem"/>
        <w:numPr>
          <w:ilvl w:val="0"/>
          <w:numId w:val="40"/>
        </w:numPr>
        <w:spacing w:after="200" w:line="276" w:lineRule="auto"/>
        <w:contextualSpacing w:val="0"/>
        <w:jc w:val="both"/>
        <w:rPr>
          <w:rFonts w:ascii="Verdana" w:hAnsi="Verdana" w:cstheme="minorHAnsi"/>
        </w:rPr>
      </w:pPr>
      <w:r w:rsidRPr="00B3667A">
        <w:rPr>
          <w:rFonts w:ascii="Verdana" w:hAnsi="Verdana" w:cstheme="minorHAnsi"/>
        </w:rPr>
        <w:t xml:space="preserve">v listinné podobě na adresu Správa železnic, státní organizace, Centrální finanční účtárna Čechy, Náměstí Jana </w:t>
      </w:r>
      <w:proofErr w:type="spellStart"/>
      <w:r w:rsidRPr="00B3667A">
        <w:rPr>
          <w:rFonts w:ascii="Verdana" w:hAnsi="Verdana" w:cstheme="minorHAnsi"/>
        </w:rPr>
        <w:t>Pernera</w:t>
      </w:r>
      <w:proofErr w:type="spellEnd"/>
      <w:r w:rsidRPr="00B3667A">
        <w:rPr>
          <w:rFonts w:ascii="Verdana" w:hAnsi="Verdana" w:cstheme="minorHAnsi"/>
        </w:rPr>
        <w:t xml:space="preserve"> 217, 530 02 Pardubice. </w:t>
      </w:r>
    </w:p>
    <w:p w14:paraId="6EAE76DA" w14:textId="1A062B7A" w:rsidR="0007653B" w:rsidRDefault="00500C05" w:rsidP="00500C05">
      <w:pPr>
        <w:pStyle w:val="Textbezslovn"/>
      </w:pPr>
      <w:r w:rsidRPr="00B3667A">
        <w:rPr>
          <w:rFonts w:ascii="Verdana" w:hAnsi="Verdana" w:cstheme="minorHAnsi"/>
        </w:rPr>
        <w:lastRenderedPageBreak/>
        <w:t xml:space="preserve">Objednatel upřednostňuje příjem těchto daňových dokladů v digitální podobě </w:t>
      </w:r>
      <w:r w:rsidR="000219F1" w:rsidRPr="00B3667A">
        <w:rPr>
          <w:rFonts w:ascii="Verdana" w:hAnsi="Verdana" w:cstheme="minorHAnsi"/>
        </w:rPr>
        <w:t>ve formátu PDF/A, ISO 19005, min. verze PDF/A-</w:t>
      </w:r>
      <w:proofErr w:type="gramStart"/>
      <w:r w:rsidR="000219F1" w:rsidRPr="00B3667A">
        <w:rPr>
          <w:rFonts w:ascii="Verdana" w:hAnsi="Verdana" w:cstheme="minorHAnsi"/>
        </w:rPr>
        <w:t>2b</w:t>
      </w:r>
      <w:proofErr w:type="gramEnd"/>
      <w:r w:rsidR="000219F1" w:rsidRPr="00B3667A">
        <w:rPr>
          <w:rFonts w:ascii="Verdana" w:hAnsi="Verdana" w:cstheme="minorHAnsi"/>
        </w:rPr>
        <w:t xml:space="preserve"> </w:t>
      </w:r>
      <w:r w:rsidRPr="00B3667A">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7A55BCC3"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0E3D96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11FFED68" w:rsidR="00F24489" w:rsidRDefault="00214C3E" w:rsidP="00214C3E">
      <w:pPr>
        <w:pStyle w:val="Text1-1"/>
      </w:pPr>
      <w:bookmarkStart w:id="0" w:name="_Hlk126045647"/>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w:t>
      </w:r>
      <w:r w:rsidR="00CB1530">
        <w:t xml:space="preserve">se </w:t>
      </w:r>
      <w:r>
        <w:t>při výpočtu výše smluvní pokuty, bez ohledu a to, zda jde o pokutu za každý případ porušení povinnosti nebo za každý den započatý den prodlení, tato pravidla:</w:t>
      </w:r>
    </w:p>
    <w:p w14:paraId="2D387397" w14:textId="52EF6270"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započatý den prodlení </w:t>
      </w:r>
      <w:r w:rsidR="00625D0C">
        <w:t xml:space="preserve">činit </w:t>
      </w:r>
      <w:r>
        <w:t>méně než 10</w:t>
      </w:r>
      <w:r w:rsidRPr="00B968E5">
        <w:t>.000,- Kč</w:t>
      </w:r>
    </w:p>
    <w:p w14:paraId="69B7284B" w14:textId="373F1826" w:rsidR="00214C3E" w:rsidRPr="00B968E5" w:rsidRDefault="00214C3E" w:rsidP="00214C3E">
      <w:pPr>
        <w:pStyle w:val="Odstavec1-1a"/>
      </w:pPr>
      <w:r w:rsidRPr="00B968E5">
        <w:t xml:space="preserve">u pokut stanovených jako 0,5 % ceny nemůže výsledná částka pokuty za každý případ porušení povinnosti nebo za každý započatý den prodlení </w:t>
      </w:r>
      <w:r w:rsidR="00625D0C" w:rsidRPr="00B968E5">
        <w:t xml:space="preserve">činit </w:t>
      </w:r>
      <w:r w:rsidRPr="00B968E5">
        <w:t>méně než 20.000,- Kč</w:t>
      </w:r>
    </w:p>
    <w:p w14:paraId="3291A72E" w14:textId="6F511146" w:rsidR="00214C3E" w:rsidRPr="00B968E5" w:rsidRDefault="00214C3E" w:rsidP="00214C3E">
      <w:pPr>
        <w:pStyle w:val="Odstavec1-1a"/>
      </w:pPr>
      <w:r w:rsidRPr="00B968E5">
        <w:t xml:space="preserve">u pokut stanovených jako 0,05 % ceny nemůže výsledná částka pokuty za každý případ porušení povinnosti nebo za každý </w:t>
      </w:r>
      <w:bookmarkStart w:id="1" w:name="_GoBack"/>
      <w:bookmarkEnd w:id="1"/>
      <w:r w:rsidRPr="00B968E5">
        <w:t xml:space="preserve">započatý den prodlení </w:t>
      </w:r>
      <w:r w:rsidR="00625D0C" w:rsidRPr="00B968E5">
        <w:t xml:space="preserve">činit </w:t>
      </w:r>
      <w:r w:rsidRPr="00B968E5">
        <w:t>méně než 5.000,- Kč</w:t>
      </w:r>
    </w:p>
    <w:bookmarkEnd w:id="0"/>
    <w:p w14:paraId="18C752B3" w14:textId="77777777" w:rsidR="00C26A57" w:rsidRPr="00B968E5" w:rsidRDefault="00C26A57" w:rsidP="00214C3E">
      <w:pPr>
        <w:pStyle w:val="Text1-1"/>
      </w:pPr>
      <w:r w:rsidRPr="00B968E5">
        <w:t>V bodě 20.12 Obchodních podmínek se za text „za každý započatý měsíc prodlení“ nahrazuje textem „za každý den prodlení“.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V bodě 21.1.13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77777777" w:rsidR="00625D0C" w:rsidRPr="009A12BD" w:rsidRDefault="00625D0C" w:rsidP="00625D0C">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 xml:space="preserve">10 této Smlouvy o dílo, pokud o něj Zhotovitel/ společníci/ </w:t>
      </w:r>
      <w:r w:rsidRPr="009A12BD">
        <w:lastRenderedPageBreak/>
        <w:t>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14:paraId="31F94030" w14:textId="0C20081E" w:rsidR="00954524" w:rsidRPr="00063B11" w:rsidRDefault="00954524" w:rsidP="00FD1C37">
      <w:pPr>
        <w:pStyle w:val="Text1-1"/>
        <w:numPr>
          <w:ilvl w:val="1"/>
          <w:numId w:val="9"/>
        </w:numPr>
      </w:pPr>
      <w:r w:rsidRPr="00063B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3E42ECB" w14:textId="1FEA231F" w:rsidR="00954524" w:rsidRDefault="00954524" w:rsidP="00954524">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w:t>
      </w:r>
      <w:r>
        <w:lastRenderedPageBreak/>
        <w:t>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w:t>
      </w:r>
      <w:r>
        <w:rPr>
          <w:rStyle w:val="Tun"/>
          <w:b w:val="0"/>
        </w:rPr>
        <w:lastRenderedPageBreak/>
        <w:t>pracovní den v rámci kterého byl Zhotovitel nebo Poddodavatel jako zaměstnavatel povinen omluvit nepřítomnost zaměstnance v práci.</w:t>
      </w:r>
      <w:r w:rsidR="009008A9">
        <w:rPr>
          <w:rStyle w:val="Tun"/>
          <w:b w:val="0"/>
        </w:rPr>
        <w:t xml:space="preserve"> Pro výpočet fondu pracovních úkolů se nezohledňují pracovní dny v kalendářním měsíci, po které:</w:t>
      </w:r>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79CCA917" w14:textId="77777777" w:rsidR="00CE5886" w:rsidRDefault="00CE5886" w:rsidP="00CE5886">
      <w:pPr>
        <w:pStyle w:val="Nadpis1-1"/>
        <w:rPr>
          <w:lang w:eastAsia="cs-CZ"/>
        </w:rPr>
      </w:pPr>
      <w:r>
        <w:rPr>
          <w:lang w:eastAsia="cs-CZ"/>
        </w:rPr>
        <w:t>Střet zájmů, povinnosti Zhotovitele v souvislosti s konfliktem na Ukrajině</w:t>
      </w:r>
    </w:p>
    <w:p w14:paraId="3B7FD6E2" w14:textId="77777777" w:rsidR="00CE5886" w:rsidRPr="0029677D" w:rsidRDefault="00CE5886" w:rsidP="00CE5886">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50487">
        <w:rPr>
          <w:b/>
        </w:rPr>
        <w:t>„Zákon o střetu zájmů“</w:t>
      </w:r>
      <w:r w:rsidRPr="0029677D">
        <w:t xml:space="preserve">) nebo jím ovládaná </w:t>
      </w:r>
      <w:r w:rsidRPr="0029677D">
        <w:lastRenderedPageBreak/>
        <w:t xml:space="preserve">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32637BF0" w14:textId="77777777" w:rsidR="00CE5886" w:rsidRPr="0029677D" w:rsidRDefault="00CE5886" w:rsidP="00CE5886">
      <w:pPr>
        <w:pStyle w:val="Text1-1"/>
      </w:pPr>
      <w:r w:rsidRPr="0029677D">
        <w:t>Zhotovitel prohlašuje, že on, ani žádný z jeho poddodavatelů nebo jiných osob, jejichž způsobilost byla využita ve smyslu evropských směrnic o zadávání veřejných zakázek, nejsou osobami:</w:t>
      </w:r>
    </w:p>
    <w:p w14:paraId="2D9665E1" w14:textId="77777777" w:rsidR="00CE5886" w:rsidRPr="0029677D" w:rsidRDefault="00CE5886" w:rsidP="00CE5886">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DCF2B59" w14:textId="77777777" w:rsidR="00CE5886" w:rsidRPr="0029677D" w:rsidRDefault="00CE5886" w:rsidP="00CE5886">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0487">
        <w:rPr>
          <w:b/>
        </w:rPr>
        <w:t>Sankční seznamy“</w:t>
      </w:r>
      <w:r w:rsidRPr="0029677D">
        <w:t>).</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7777777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.6 této Smlouvy, je Objednatel oprávněn odstoupit od této Smlouvy. Zhotovitel je dále povinen zaplatit za každé jednotlivé porušení povinností dle předchozí věty smluvní pokutu ve vý</w:t>
      </w:r>
      <w:r w:rsidRPr="002C713C">
        <w:t>ši 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lastRenderedPageBreak/>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9DF4BC9" w14:textId="7FE3FC59"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666B40D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B903DDD" w14:textId="77777777" w:rsidR="00FC3B26" w:rsidRDefault="00FC3B26" w:rsidP="00FC3B26">
      <w:pPr>
        <w:pStyle w:val="Text1-1"/>
      </w:pPr>
      <w:r>
        <w:lastRenderedPageBreak/>
        <w:t xml:space="preserve">Tato Smlouva je vyhotovena ve </w:t>
      </w:r>
      <w:r w:rsidRPr="008F7242">
        <w:rPr>
          <w:rStyle w:val="Tun"/>
          <w:highlight w:val="yellow"/>
        </w:rPr>
        <w:t>"[VLOŽÍ ZHOTOVITEL]"</w:t>
      </w:r>
      <w:r>
        <w:t xml:space="preserve"> vyhotoveních, z nichž Objednatel obdrží „[</w:t>
      </w:r>
      <w:r w:rsidRPr="008F7242">
        <w:rPr>
          <w:highlight w:val="green"/>
        </w:rPr>
        <w:t>VLOŽÍ OBJEDNATEL</w:t>
      </w:r>
      <w:r>
        <w:t xml:space="preserve">]“ vyhotovení a Zhotovitel obdrží </w:t>
      </w:r>
      <w:r w:rsidRPr="008F7242">
        <w:rPr>
          <w:rStyle w:val="Tun"/>
          <w:highlight w:val="yellow"/>
        </w:rPr>
        <w:t>"[VLOŽÍ ZHOTOVITEL]"</w:t>
      </w:r>
      <w:r>
        <w:t xml:space="preserve"> vyhotovení.</w:t>
      </w:r>
    </w:p>
    <w:p w14:paraId="17A22985" w14:textId="77777777" w:rsidR="00FC3B26" w:rsidRPr="00470B05" w:rsidRDefault="00FC3B26" w:rsidP="00FC3B26">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0B45D19" w14:textId="067D99E3" w:rsidR="00625D0C" w:rsidRDefault="00FC3B26" w:rsidP="007D6900">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F73E927" w14:textId="77777777" w:rsidTr="005A7872">
        <w:trPr>
          <w:jc w:val="center"/>
        </w:trPr>
        <w:tc>
          <w:tcPr>
            <w:tcW w:w="2031" w:type="pct"/>
          </w:tcPr>
          <w:bookmarkStart w:id="3"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2FD2A796" w14:textId="3B446EAA" w:rsidR="00214C3E" w:rsidRPr="00F97DBD" w:rsidRDefault="00214C3E" w:rsidP="00214C3E">
            <w:pPr>
              <w:pStyle w:val="Textbezslovn"/>
            </w:pPr>
            <w:r w:rsidRPr="00F97DBD">
              <w:t xml:space="preserve">Obchodní podmínky – </w:t>
            </w:r>
            <w:r w:rsidR="00306BBA" w:rsidRPr="00306BBA">
              <w:t>OP/R/23/21</w:t>
            </w:r>
          </w:p>
        </w:tc>
      </w:tr>
      <w:bookmarkStart w:id="4"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736A57F9" w14:textId="77777777" w:rsidR="00214C3E" w:rsidRPr="00F97DBD" w:rsidRDefault="00214C3E" w:rsidP="00653256">
            <w:pPr>
              <w:pStyle w:val="Textbezslovn"/>
              <w:jc w:val="left"/>
            </w:pPr>
            <w:r w:rsidRPr="00F97DBD">
              <w:t xml:space="preserve">Technické podmínky: </w:t>
            </w:r>
            <w:r w:rsidRPr="00F97DBD">
              <w:br/>
              <w:t xml:space="preserve">a) Technické kvalitativní podmínky staveb státních drah (TKP Staveb) </w:t>
            </w:r>
          </w:p>
          <w:p w14:paraId="51BDE43E" w14:textId="47DA3D9D" w:rsidR="00214C3E" w:rsidRPr="00F97DBD" w:rsidRDefault="00214C3E" w:rsidP="00214C3E">
            <w:pPr>
              <w:pStyle w:val="Textbezslovn"/>
            </w:pPr>
            <w:r w:rsidRPr="00F97DBD">
              <w:t xml:space="preserve">b) Všeobecné technické podmínky realizace stavby – </w:t>
            </w:r>
            <w:r w:rsidR="00306BBA" w:rsidRPr="00306BBA">
              <w:t>VTP/R/15/21</w:t>
            </w:r>
          </w:p>
          <w:p w14:paraId="7CE9F0DE" w14:textId="0DDAC81C" w:rsidR="00214C3E" w:rsidRPr="00F97DBD" w:rsidRDefault="00214C3E" w:rsidP="00214C3E">
            <w:pPr>
              <w:pStyle w:val="Textbezslovn"/>
            </w:pPr>
            <w:r w:rsidRPr="00F97DBD">
              <w:t>c) Zvláštní technické podmínky</w:t>
            </w:r>
          </w:p>
        </w:tc>
      </w:tr>
      <w:bookmarkStart w:id="5"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57A528E1" w14:textId="77777777" w:rsidR="00214C3E" w:rsidRPr="00F97DBD" w:rsidRDefault="00214C3E" w:rsidP="00214C3E">
            <w:pPr>
              <w:pStyle w:val="Textbezslovn"/>
            </w:pPr>
            <w:r w:rsidRPr="00F97DBD">
              <w:t>Související dokumenty</w:t>
            </w:r>
          </w:p>
        </w:tc>
      </w:tr>
      <w:bookmarkStart w:id="6"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7"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8"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9"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CB1530"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625D0C">
              <w:t>Příloha č. 10:</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653256">
            <w:pPr>
              <w:pStyle w:val="Textbezslovn"/>
              <w:jc w:val="left"/>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05CD7AD4" w:rsidR="009008A9" w:rsidRDefault="009008A9" w:rsidP="009008A9">
            <w:pPr>
              <w:pStyle w:val="Textbezslovn"/>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59E56A4" w14:textId="77777777" w:rsidR="00F422D3" w:rsidRDefault="00F422D3" w:rsidP="009F0867">
      <w:pPr>
        <w:pStyle w:val="Textbezodsazen"/>
      </w:pPr>
    </w:p>
    <w:p w14:paraId="338A804C" w14:textId="77777777" w:rsidR="00B62393" w:rsidRPr="00BF04CE" w:rsidRDefault="00B62393" w:rsidP="00B62393">
      <w:pPr>
        <w:pStyle w:val="Textbezodsazen"/>
        <w:rPr>
          <w:i/>
          <w:color w:val="00B050"/>
        </w:rPr>
      </w:pPr>
      <w:r w:rsidRPr="007E5E6C">
        <w:rPr>
          <w:i/>
          <w:color w:val="00B050"/>
        </w:rPr>
        <w:t xml:space="preserve">V případě elektronického podpisu se níže uvedené V………dne…………… vymaže </w:t>
      </w:r>
    </w:p>
    <w:p w14:paraId="6368A4B8" w14:textId="77777777" w:rsidR="00B62393" w:rsidRDefault="00B62393" w:rsidP="00B62393">
      <w:pPr>
        <w:pStyle w:val="Textbezodsazen"/>
      </w:pPr>
    </w:p>
    <w:p w14:paraId="40842121" w14:textId="77777777" w:rsidR="00B62393" w:rsidRDefault="00B62393" w:rsidP="00B62393">
      <w:pPr>
        <w:pStyle w:val="Textbezodsazen"/>
      </w:pPr>
      <w:r>
        <w:t>V………………dne ……………</w:t>
      </w:r>
      <w:r>
        <w:tab/>
      </w:r>
      <w:r>
        <w:tab/>
      </w:r>
      <w:r>
        <w:tab/>
      </w:r>
      <w:r>
        <w:tab/>
        <w:t>V………………… dne ………</w:t>
      </w:r>
    </w:p>
    <w:p w14:paraId="27F7B340" w14:textId="77777777" w:rsidR="00B62393" w:rsidRDefault="00B62393" w:rsidP="00B62393">
      <w:pPr>
        <w:pStyle w:val="Textbezodsazen"/>
      </w:pPr>
    </w:p>
    <w:p w14:paraId="64A463EE" w14:textId="77777777" w:rsidR="00B62393" w:rsidRDefault="00B62393" w:rsidP="00B62393">
      <w:pPr>
        <w:pStyle w:val="Textbezodsazen"/>
      </w:pPr>
    </w:p>
    <w:p w14:paraId="119A9ED2" w14:textId="77777777" w:rsidR="00B62393" w:rsidRDefault="00B62393" w:rsidP="00B62393">
      <w:pPr>
        <w:pStyle w:val="Textbezodsazen"/>
      </w:pPr>
      <w:r>
        <w:t>………………………………………</w:t>
      </w:r>
      <w:r>
        <w:tab/>
      </w:r>
      <w:r>
        <w:tab/>
      </w:r>
      <w:r>
        <w:tab/>
      </w:r>
      <w:r>
        <w:tab/>
        <w:t>………………………………………</w:t>
      </w:r>
    </w:p>
    <w:p w14:paraId="73CB8D57" w14:textId="77777777" w:rsidR="00B62393" w:rsidRDefault="00B62393" w:rsidP="00B62393">
      <w:pPr>
        <w:pStyle w:val="Textbezodsazen"/>
      </w:pPr>
      <w:r>
        <w:t>Objednatel</w:t>
      </w:r>
      <w:r>
        <w:tab/>
      </w:r>
      <w:r>
        <w:tab/>
      </w:r>
      <w:r>
        <w:tab/>
      </w:r>
      <w:r>
        <w:tab/>
      </w:r>
      <w:r>
        <w:tab/>
      </w:r>
      <w:r>
        <w:tab/>
        <w:t>Zhotovitel</w:t>
      </w:r>
    </w:p>
    <w:p w14:paraId="62FA4581" w14:textId="77777777" w:rsidR="00B62393" w:rsidRPr="00970843" w:rsidRDefault="00B62393" w:rsidP="00B62393">
      <w:pPr>
        <w:pStyle w:val="Textbezodsazen"/>
        <w:spacing w:after="0"/>
        <w:rPr>
          <w:b/>
        </w:rPr>
      </w:pPr>
      <w:r w:rsidRPr="00970843">
        <w:rPr>
          <w:b/>
        </w:rPr>
        <w:t>Ing. Martin Kašpar</w:t>
      </w:r>
      <w:r>
        <w:rPr>
          <w:b/>
        </w:rPr>
        <w:tab/>
      </w:r>
      <w:r>
        <w:rPr>
          <w:b/>
        </w:rPr>
        <w:tab/>
      </w:r>
      <w:r>
        <w:rPr>
          <w:b/>
        </w:rPr>
        <w:tab/>
      </w:r>
      <w:r>
        <w:rPr>
          <w:b/>
        </w:rPr>
        <w:tab/>
      </w:r>
      <w:r>
        <w:rPr>
          <w:b/>
        </w:rPr>
        <w:tab/>
      </w:r>
      <w:r>
        <w:rPr>
          <w:b/>
          <w:highlight w:val="yellow"/>
        </w:rPr>
        <w:t>……………………………</w:t>
      </w:r>
    </w:p>
    <w:p w14:paraId="36494C4B" w14:textId="77777777" w:rsidR="00B62393" w:rsidRDefault="00B62393" w:rsidP="00B62393">
      <w:pPr>
        <w:pStyle w:val="Textbezodsazen"/>
        <w:spacing w:after="0"/>
      </w:pPr>
      <w:r>
        <w:t>ředitel Oblastního ředitelství Ústí nad Labem</w:t>
      </w:r>
      <w:r>
        <w:tab/>
      </w:r>
      <w:r>
        <w:tab/>
      </w:r>
      <w:r>
        <w:rPr>
          <w:highlight w:val="yellow"/>
        </w:rPr>
        <w:t>……………………………………</w:t>
      </w:r>
    </w:p>
    <w:p w14:paraId="35009856" w14:textId="77777777" w:rsidR="00B62393" w:rsidRDefault="00B62393" w:rsidP="00B62393">
      <w:pPr>
        <w:pStyle w:val="Textbezodsazen"/>
      </w:pPr>
      <w:r>
        <w:t>Správa železnic, státní organizace</w:t>
      </w:r>
    </w:p>
    <w:p w14:paraId="1146A05F" w14:textId="77777777" w:rsidR="00F422D3" w:rsidRDefault="00F422D3" w:rsidP="009F0867">
      <w:pPr>
        <w:pStyle w:val="Textbezodsazen"/>
      </w:pP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59D1ADB4" w14:textId="77777777" w:rsidR="00E463D2" w:rsidRPr="00E463D2" w:rsidRDefault="00E463D2" w:rsidP="00E463D2">
      <w:pPr>
        <w:pStyle w:val="Nadpisbezsl1-2"/>
      </w:pPr>
      <w:r w:rsidRPr="00E463D2">
        <w:t>Obchodní podmínky</w:t>
      </w:r>
    </w:p>
    <w:p w14:paraId="494A0D4F" w14:textId="1E34FFFE" w:rsidR="00CB4F6D" w:rsidRPr="003E6ECF" w:rsidRDefault="003E6ECF" w:rsidP="00E463D2">
      <w:pPr>
        <w:pStyle w:val="Textbezodsazen"/>
        <w:rPr>
          <w:b/>
        </w:rPr>
      </w:pPr>
      <w:r w:rsidRPr="003E6ECF">
        <w:rPr>
          <w:b/>
        </w:rPr>
        <w:t>OP/R/23/21</w:t>
      </w: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3CB20855" w14:textId="77777777" w:rsidR="00E463D2" w:rsidRPr="00F97DBD" w:rsidRDefault="00E463D2" w:rsidP="00E463D2">
      <w:pPr>
        <w:pStyle w:val="Nadpisbezsl1-2"/>
      </w:pPr>
      <w:r w:rsidRPr="00F97DBD">
        <w:t xml:space="preserve">Technické podmínky: </w:t>
      </w:r>
    </w:p>
    <w:p w14:paraId="14F66D0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C1C909"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14A4525"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94B8557" w14:textId="79324C09" w:rsidR="00956A82" w:rsidRPr="002E4134" w:rsidRDefault="00E463D2" w:rsidP="00C727FB">
      <w:pPr>
        <w:pStyle w:val="Odstavec1-1a"/>
      </w:pPr>
      <w:r w:rsidRPr="002E4134">
        <w:t xml:space="preserve">Všeobecné technické podmínky </w:t>
      </w:r>
      <w:r w:rsidR="003E6ECF" w:rsidRPr="003E6ECF">
        <w:t>VTP/R/15/21</w:t>
      </w:r>
    </w:p>
    <w:p w14:paraId="41473FD5" w14:textId="7CC933C1" w:rsidR="00E463D2" w:rsidRPr="00935FE2" w:rsidRDefault="00E463D2" w:rsidP="00E463D2">
      <w:pPr>
        <w:pStyle w:val="Odstavec1-1a"/>
      </w:pPr>
      <w:r w:rsidRPr="00F97DBD">
        <w:t xml:space="preserve">Zvláštní technické podmínky </w:t>
      </w:r>
      <w:r w:rsidR="003E6ECF" w:rsidRPr="003E6ECF">
        <w:t xml:space="preserve">„Oprava silnoproudých rozvodů v </w:t>
      </w:r>
      <w:proofErr w:type="spellStart"/>
      <w:r w:rsidR="003E6ECF" w:rsidRPr="003E6ECF">
        <w:t>žst</w:t>
      </w:r>
      <w:proofErr w:type="spellEnd"/>
      <w:r w:rsidR="003E6ECF" w:rsidRPr="003E6ECF">
        <w:t xml:space="preserve">. Ústí </w:t>
      </w:r>
      <w:proofErr w:type="spellStart"/>
      <w:r w:rsidR="003E6ECF" w:rsidRPr="003E6ECF">
        <w:t>n.L.</w:t>
      </w:r>
      <w:proofErr w:type="spellEnd"/>
      <w:r w:rsidR="003E6ECF" w:rsidRPr="003E6ECF">
        <w:t xml:space="preserve"> západ – trafostanice "vozové depo““</w:t>
      </w:r>
    </w:p>
    <w:p w14:paraId="6568B76D"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6D6A352B" w14:textId="7EBC8D8D" w:rsidR="006C0BB6" w:rsidRPr="003E6ECF" w:rsidRDefault="003E6ECF" w:rsidP="003E6ECF">
      <w:pPr>
        <w:pStyle w:val="Odrka1-2-"/>
        <w:jc w:val="left"/>
        <w:sectPr w:rsidR="006C0BB6" w:rsidRPr="003E6ECF" w:rsidSect="004E70C8">
          <w:footerReference w:type="default" r:id="rId23"/>
          <w:pgSz w:w="11906" w:h="16838" w:code="9"/>
          <w:pgMar w:top="1417" w:right="1417" w:bottom="1417" w:left="1417" w:header="595" w:footer="624" w:gutter="652"/>
          <w:pgNumType w:start="1"/>
          <w:cols w:space="708"/>
          <w:docGrid w:linePitch="360"/>
        </w:sectPr>
      </w:pPr>
      <w:r w:rsidRPr="003E6ECF">
        <w:t>NETÝKÁ SE</w:t>
      </w:r>
    </w:p>
    <w:p w14:paraId="1E86A903" w14:textId="77777777" w:rsidR="00E463D2" w:rsidRPr="00F97DBD" w:rsidRDefault="00E463D2" w:rsidP="00E463D2">
      <w:pPr>
        <w:pStyle w:val="Nadpisbezsl1-1"/>
      </w:pPr>
      <w:r w:rsidRPr="00F97DBD">
        <w:lastRenderedPageBreak/>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5D0FC9E" w14:textId="77777777" w:rsidR="00E463D2" w:rsidRDefault="00E463D2" w:rsidP="00E463D2">
      <w:pPr>
        <w:spacing w:after="0"/>
        <w:rPr>
          <w:b/>
          <w:bCs/>
          <w:sz w:val="20"/>
          <w:szCs w:val="20"/>
          <w:highlight w:val="green"/>
        </w:rPr>
      </w:pPr>
    </w:p>
    <w:p w14:paraId="0874AB9D"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5"/>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lastRenderedPageBreak/>
        <w:t>Příloha č. 6</w:t>
      </w:r>
    </w:p>
    <w:p w14:paraId="24687A80" w14:textId="77777777" w:rsidR="00502690" w:rsidRPr="00B26902" w:rsidRDefault="00502690" w:rsidP="00F762A8">
      <w:pPr>
        <w:pStyle w:val="Nadpisbezsl1-2"/>
      </w:pPr>
      <w:r>
        <w:t>Oprávněné osoby</w:t>
      </w:r>
    </w:p>
    <w:p w14:paraId="6F946BFF" w14:textId="31870CF7" w:rsidR="00ED29F1" w:rsidRDefault="00ED29F1" w:rsidP="00502690">
      <w:pPr>
        <w:pStyle w:val="Textbezodsazen"/>
        <w:rPr>
          <w:b/>
        </w:rPr>
      </w:pPr>
      <w:r>
        <w:rPr>
          <w:b/>
        </w:rPr>
        <w:t>Za Ob</w:t>
      </w:r>
      <w:r w:rsidRPr="00ED29F1">
        <w:rPr>
          <w:b/>
        </w:rPr>
        <w:t>jednatele:</w:t>
      </w:r>
    </w:p>
    <w:p w14:paraId="452B9317" w14:textId="77777777" w:rsidR="00AA2F43" w:rsidRDefault="00ED29F1" w:rsidP="00AA2F4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676AC4C1" w14:textId="3AD2D469" w:rsidR="00AA2F43" w:rsidRPr="00AA2F43" w:rsidRDefault="00AA2F43" w:rsidP="00AA2F43">
      <w:pPr>
        <w:pStyle w:val="Nadpistabulky"/>
        <w:rPr>
          <w:rFonts w:asciiTheme="minorHAnsi" w:hAnsiTheme="minorHAnsi"/>
          <w:b w:val="0"/>
          <w:i/>
          <w:sz w:val="18"/>
          <w:szCs w:val="18"/>
        </w:rPr>
      </w:pPr>
      <w:r w:rsidRPr="00AA2F43">
        <w:rPr>
          <w:b w:val="0"/>
          <w:i/>
          <w:sz w:val="18"/>
          <w:szCs w:val="18"/>
        </w:rPr>
        <w:t>(mimo podpisu této smlouvy a jejich případných dodatků)</w:t>
      </w:r>
    </w:p>
    <w:tbl>
      <w:tblPr>
        <w:tblStyle w:val="Mkatabulky"/>
        <w:tblW w:w="8868" w:type="dxa"/>
        <w:tblLook w:val="04A0" w:firstRow="1" w:lastRow="0" w:firstColumn="1" w:lastColumn="0" w:noHBand="0" w:noVBand="1"/>
      </w:tblPr>
      <w:tblGrid>
        <w:gridCol w:w="3056"/>
        <w:gridCol w:w="5812"/>
      </w:tblGrid>
      <w:tr w:rsidR="00ED29F1"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2CF0AC3" w14:textId="721CD25D" w:rsidR="00ED29F1" w:rsidRPr="00AA2F43" w:rsidRDefault="00AA2F43"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AA2F43">
              <w:rPr>
                <w:b/>
                <w:sz w:val="18"/>
              </w:rPr>
              <w:t>Bc. Lucie Křehlíková</w:t>
            </w:r>
          </w:p>
        </w:tc>
      </w:tr>
      <w:tr w:rsidR="00ED29F1"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ED29F1" w:rsidRPr="00F95FBD" w:rsidRDefault="00ED29F1" w:rsidP="005A7872">
            <w:pPr>
              <w:pStyle w:val="Tabulka"/>
              <w:rPr>
                <w:sz w:val="18"/>
              </w:rPr>
            </w:pPr>
            <w:r w:rsidRPr="00F95FBD">
              <w:rPr>
                <w:sz w:val="18"/>
              </w:rPr>
              <w:t>Adresa</w:t>
            </w:r>
          </w:p>
        </w:tc>
        <w:tc>
          <w:tcPr>
            <w:tcW w:w="5812" w:type="dxa"/>
          </w:tcPr>
          <w:p w14:paraId="5295D3D6" w14:textId="70778C16" w:rsidR="00ED29F1" w:rsidRPr="00F95FBD" w:rsidRDefault="00AA2F4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A2F43">
              <w:rPr>
                <w:sz w:val="18"/>
              </w:rPr>
              <w:t>Železničářská 1386/31, 400 03 Ústí nad Labem</w:t>
            </w:r>
          </w:p>
        </w:tc>
      </w:tr>
      <w:tr w:rsidR="00ED29F1"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ED29F1" w:rsidRPr="00F95FBD" w:rsidRDefault="00ED29F1" w:rsidP="005A7872">
            <w:pPr>
              <w:pStyle w:val="Tabulka"/>
              <w:rPr>
                <w:sz w:val="18"/>
              </w:rPr>
            </w:pPr>
            <w:r w:rsidRPr="00F95FBD">
              <w:rPr>
                <w:sz w:val="18"/>
              </w:rPr>
              <w:t>E-mail</w:t>
            </w:r>
          </w:p>
        </w:tc>
        <w:tc>
          <w:tcPr>
            <w:tcW w:w="5812" w:type="dxa"/>
          </w:tcPr>
          <w:p w14:paraId="15994D8B" w14:textId="7D805A11" w:rsidR="00ED29F1" w:rsidRPr="00AA2F43" w:rsidRDefault="00CB1530"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AA2F43" w:rsidRPr="00AA2F43">
                <w:rPr>
                  <w:rStyle w:val="Hypertextovodkaz"/>
                  <w:noProof w:val="0"/>
                  <w:sz w:val="18"/>
                </w:rPr>
                <w:t>Krehlikova@spravazeleznic.cz</w:t>
              </w:r>
            </w:hyperlink>
            <w:r w:rsidR="00AA2F43" w:rsidRPr="00AA2F43">
              <w:rPr>
                <w:sz w:val="18"/>
              </w:rPr>
              <w:t xml:space="preserve"> </w:t>
            </w:r>
          </w:p>
        </w:tc>
      </w:tr>
      <w:tr w:rsidR="00ED29F1"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ED29F1" w:rsidRPr="00F95FBD" w:rsidRDefault="00ED29F1" w:rsidP="005A7872">
            <w:pPr>
              <w:pStyle w:val="Tabulka"/>
              <w:rPr>
                <w:sz w:val="18"/>
              </w:rPr>
            </w:pPr>
            <w:r w:rsidRPr="00F95FBD">
              <w:rPr>
                <w:sz w:val="18"/>
              </w:rPr>
              <w:t>Telefon</w:t>
            </w:r>
          </w:p>
        </w:tc>
        <w:tc>
          <w:tcPr>
            <w:tcW w:w="5812" w:type="dxa"/>
          </w:tcPr>
          <w:p w14:paraId="08300BB5" w14:textId="30BFFC7D" w:rsidR="00ED29F1" w:rsidRPr="00F95FBD" w:rsidRDefault="00AA2F4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A2F43">
              <w:rPr>
                <w:sz w:val="18"/>
              </w:rPr>
              <w:t>972 424 425</w:t>
            </w:r>
          </w:p>
        </w:tc>
      </w:tr>
    </w:tbl>
    <w:p w14:paraId="7B04E6A1" w14:textId="77777777" w:rsidR="00ED29F1" w:rsidRPr="00F95FBD" w:rsidRDefault="00ED29F1" w:rsidP="00ED29F1">
      <w:pPr>
        <w:pStyle w:val="Textbezodsazen"/>
      </w:pPr>
    </w:p>
    <w:p w14:paraId="0610B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0250468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ED29F1" w:rsidRPr="00AA2F43" w:rsidRDefault="00ED29F1" w:rsidP="005A7872">
            <w:pPr>
              <w:pStyle w:val="Tabulka"/>
              <w:rPr>
                <w:rStyle w:val="Nadpisvtabulce"/>
                <w:b w:val="0"/>
              </w:rPr>
            </w:pPr>
            <w:r w:rsidRPr="00AA2F43">
              <w:rPr>
                <w:rStyle w:val="Nadpisvtabulce"/>
                <w:b w:val="0"/>
              </w:rPr>
              <w:t>Jméno a příjmení</w:t>
            </w:r>
          </w:p>
        </w:tc>
        <w:tc>
          <w:tcPr>
            <w:tcW w:w="5812" w:type="dxa"/>
          </w:tcPr>
          <w:p w14:paraId="4C6964E3" w14:textId="6CA5CE84" w:rsidR="00ED29F1" w:rsidRPr="00AA2F43" w:rsidRDefault="00AA2F43"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AA2F43">
              <w:rPr>
                <w:b/>
                <w:sz w:val="18"/>
              </w:rPr>
              <w:t>Ing. Jan Čmejla</w:t>
            </w:r>
          </w:p>
        </w:tc>
      </w:tr>
      <w:tr w:rsidR="00ED29F1" w:rsidRPr="00F95FBD" w14:paraId="21D1D4E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ED29F1" w:rsidRPr="00AA2F43" w:rsidRDefault="00ED29F1" w:rsidP="005A7872">
            <w:pPr>
              <w:pStyle w:val="Tabulka"/>
              <w:rPr>
                <w:sz w:val="18"/>
              </w:rPr>
            </w:pPr>
            <w:r w:rsidRPr="00AA2F43">
              <w:rPr>
                <w:sz w:val="18"/>
              </w:rPr>
              <w:t>Adresa</w:t>
            </w:r>
          </w:p>
        </w:tc>
        <w:tc>
          <w:tcPr>
            <w:tcW w:w="5812" w:type="dxa"/>
          </w:tcPr>
          <w:p w14:paraId="38655099" w14:textId="36C06831" w:rsidR="00ED29F1" w:rsidRPr="00AA2F43" w:rsidRDefault="00AA2F4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A2F43">
              <w:rPr>
                <w:sz w:val="18"/>
              </w:rPr>
              <w:t>Železničářská 1386/31, 400 03 Ústí nad Labem</w:t>
            </w:r>
          </w:p>
        </w:tc>
      </w:tr>
      <w:tr w:rsidR="00ED29F1" w:rsidRPr="00F95FBD" w14:paraId="1D7429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ED29F1" w:rsidRPr="00AA2F43" w:rsidRDefault="00ED29F1" w:rsidP="005A7872">
            <w:pPr>
              <w:pStyle w:val="Tabulka"/>
              <w:rPr>
                <w:sz w:val="18"/>
              </w:rPr>
            </w:pPr>
            <w:r w:rsidRPr="00AA2F43">
              <w:rPr>
                <w:sz w:val="18"/>
              </w:rPr>
              <w:t>E-mail</w:t>
            </w:r>
          </w:p>
        </w:tc>
        <w:tc>
          <w:tcPr>
            <w:tcW w:w="5812" w:type="dxa"/>
          </w:tcPr>
          <w:p w14:paraId="7FDB5C62" w14:textId="3D8A625F" w:rsidR="00ED29F1" w:rsidRPr="00AA2F43" w:rsidRDefault="00CB1530"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AA2F43" w:rsidRPr="00AA2F43">
                <w:rPr>
                  <w:rStyle w:val="Hypertextovodkaz"/>
                  <w:noProof w:val="0"/>
                  <w:sz w:val="18"/>
                </w:rPr>
                <w:t>Cmejla@spravazeleznic.cz</w:t>
              </w:r>
            </w:hyperlink>
            <w:r w:rsidR="00AA2F43" w:rsidRPr="00AA2F43">
              <w:rPr>
                <w:sz w:val="18"/>
              </w:rPr>
              <w:t xml:space="preserve"> </w:t>
            </w:r>
          </w:p>
        </w:tc>
      </w:tr>
      <w:tr w:rsidR="00ED29F1" w:rsidRPr="00F95FBD" w14:paraId="7740205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ED29F1" w:rsidRPr="00AA2F43" w:rsidRDefault="00ED29F1" w:rsidP="005A7872">
            <w:pPr>
              <w:pStyle w:val="Tabulka"/>
              <w:rPr>
                <w:sz w:val="18"/>
              </w:rPr>
            </w:pPr>
            <w:r w:rsidRPr="00AA2F43">
              <w:rPr>
                <w:sz w:val="18"/>
              </w:rPr>
              <w:t>Telefon</w:t>
            </w:r>
          </w:p>
        </w:tc>
        <w:tc>
          <w:tcPr>
            <w:tcW w:w="5812" w:type="dxa"/>
          </w:tcPr>
          <w:p w14:paraId="00AC90EA" w14:textId="0BF7AA6B" w:rsidR="00ED29F1" w:rsidRPr="00AA2F43" w:rsidRDefault="00AA2F4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A2F43">
              <w:rPr>
                <w:sz w:val="18"/>
              </w:rPr>
              <w:t>702 268 139</w:t>
            </w:r>
          </w:p>
        </w:tc>
      </w:tr>
    </w:tbl>
    <w:p w14:paraId="7224D649" w14:textId="77777777" w:rsidR="00ED29F1" w:rsidRPr="00F95FBD" w:rsidRDefault="00ED29F1" w:rsidP="00ED29F1">
      <w:pPr>
        <w:pStyle w:val="Textbezodsazen"/>
      </w:pPr>
    </w:p>
    <w:p w14:paraId="0A3D9480" w14:textId="6971BB8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AA2F43">
        <w:rPr>
          <w:rFonts w:asciiTheme="minorHAnsi" w:hAnsiTheme="minorHAnsi"/>
          <w:sz w:val="18"/>
          <w:szCs w:val="18"/>
        </w:rPr>
        <w:t xml:space="preserve"> – </w:t>
      </w:r>
      <w:r w:rsidR="009B64C8">
        <w:rPr>
          <w:rFonts w:asciiTheme="minorHAnsi" w:hAnsiTheme="minorHAnsi"/>
          <w:sz w:val="18"/>
          <w:szCs w:val="18"/>
        </w:rPr>
        <w:t>VPO</w:t>
      </w:r>
    </w:p>
    <w:tbl>
      <w:tblPr>
        <w:tblStyle w:val="Mkatabulky"/>
        <w:tblW w:w="8868" w:type="dxa"/>
        <w:tblLook w:val="04A0" w:firstRow="1" w:lastRow="0" w:firstColumn="1" w:lastColumn="0" w:noHBand="0" w:noVBand="1"/>
      </w:tblPr>
      <w:tblGrid>
        <w:gridCol w:w="3056"/>
        <w:gridCol w:w="5812"/>
      </w:tblGrid>
      <w:tr w:rsidR="00ED29F1" w:rsidRPr="00F95FBD" w14:paraId="544DF02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F066B45" w14:textId="7AF77F54" w:rsidR="00ED29F1" w:rsidRPr="00DF4C72" w:rsidRDefault="00AA2F43"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DF4C72">
              <w:rPr>
                <w:b/>
                <w:sz w:val="18"/>
              </w:rPr>
              <w:t>Karel Wolf</w:t>
            </w:r>
          </w:p>
        </w:tc>
      </w:tr>
      <w:tr w:rsidR="00ED29F1" w:rsidRPr="00F95FBD" w14:paraId="7DF3F52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ED29F1" w:rsidRPr="00F95FBD" w:rsidRDefault="00ED29F1" w:rsidP="005A7872">
            <w:pPr>
              <w:pStyle w:val="Tabulka"/>
              <w:rPr>
                <w:sz w:val="18"/>
              </w:rPr>
            </w:pPr>
            <w:r w:rsidRPr="00F95FBD">
              <w:rPr>
                <w:sz w:val="18"/>
              </w:rPr>
              <w:t>Adresa</w:t>
            </w:r>
          </w:p>
        </w:tc>
        <w:tc>
          <w:tcPr>
            <w:tcW w:w="5812" w:type="dxa"/>
          </w:tcPr>
          <w:p w14:paraId="6A55F063" w14:textId="7274FB7F" w:rsidR="00ED29F1" w:rsidRPr="00AA2F43" w:rsidRDefault="00AA2F4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A2F43">
              <w:rPr>
                <w:sz w:val="18"/>
              </w:rPr>
              <w:t>Železničářská 1386/31, 400 03 Ústí nad Labem</w:t>
            </w:r>
          </w:p>
        </w:tc>
      </w:tr>
      <w:tr w:rsidR="00ED29F1" w:rsidRPr="00F95FBD" w14:paraId="1D8BB44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ED29F1" w:rsidRPr="00F95FBD" w:rsidRDefault="00ED29F1" w:rsidP="005A7872">
            <w:pPr>
              <w:pStyle w:val="Tabulka"/>
              <w:rPr>
                <w:sz w:val="18"/>
              </w:rPr>
            </w:pPr>
            <w:r w:rsidRPr="00F95FBD">
              <w:rPr>
                <w:sz w:val="18"/>
              </w:rPr>
              <w:t>E-mail</w:t>
            </w:r>
          </w:p>
        </w:tc>
        <w:tc>
          <w:tcPr>
            <w:tcW w:w="5812" w:type="dxa"/>
          </w:tcPr>
          <w:p w14:paraId="0BA03E89" w14:textId="547880E7" w:rsidR="00ED29F1" w:rsidRPr="00DF4C72" w:rsidRDefault="00CB1530"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DF4C72" w:rsidRPr="00DF4C72">
                <w:rPr>
                  <w:rStyle w:val="Hypertextovodkaz"/>
                  <w:noProof w:val="0"/>
                  <w:sz w:val="18"/>
                </w:rPr>
                <w:t>Wolfk@spravazeleznic.cz</w:t>
              </w:r>
            </w:hyperlink>
            <w:r w:rsidR="00DF4C72" w:rsidRPr="00DF4C72">
              <w:rPr>
                <w:sz w:val="18"/>
              </w:rPr>
              <w:t xml:space="preserve"> </w:t>
            </w:r>
          </w:p>
        </w:tc>
      </w:tr>
      <w:tr w:rsidR="00ED29F1" w:rsidRPr="00F95FBD" w14:paraId="193C06C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ED29F1" w:rsidRPr="00F95FBD" w:rsidRDefault="00ED29F1" w:rsidP="005A7872">
            <w:pPr>
              <w:pStyle w:val="Tabulka"/>
              <w:rPr>
                <w:sz w:val="18"/>
              </w:rPr>
            </w:pPr>
            <w:r w:rsidRPr="00F95FBD">
              <w:rPr>
                <w:sz w:val="18"/>
              </w:rPr>
              <w:t>Telefon</w:t>
            </w:r>
          </w:p>
        </w:tc>
        <w:tc>
          <w:tcPr>
            <w:tcW w:w="5812" w:type="dxa"/>
          </w:tcPr>
          <w:p w14:paraId="19A63B42" w14:textId="541ACE7B" w:rsidR="00ED29F1" w:rsidRPr="00AA2F43" w:rsidRDefault="00AA2F4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A2F43">
              <w:rPr>
                <w:sz w:val="18"/>
              </w:rPr>
              <w:t>972 424</w:t>
            </w:r>
            <w:r>
              <w:rPr>
                <w:sz w:val="18"/>
              </w:rPr>
              <w:t> </w:t>
            </w:r>
            <w:r w:rsidRPr="00AA2F43">
              <w:rPr>
                <w:sz w:val="18"/>
              </w:rPr>
              <w:t>319</w:t>
            </w:r>
            <w:r>
              <w:rPr>
                <w:sz w:val="18"/>
              </w:rPr>
              <w:t>, 602 677 887</w:t>
            </w:r>
          </w:p>
        </w:tc>
      </w:tr>
    </w:tbl>
    <w:p w14:paraId="2EDBE14C" w14:textId="77777777" w:rsidR="00ED29F1" w:rsidRPr="00F95FBD" w:rsidRDefault="00ED29F1" w:rsidP="00ED29F1">
      <w:pPr>
        <w:pStyle w:val="Textbezodsazen"/>
      </w:pPr>
    </w:p>
    <w:p w14:paraId="14BD5428" w14:textId="4D916F7B" w:rsidR="00AA2F43" w:rsidRPr="00F95FBD" w:rsidRDefault="00AA2F43" w:rsidP="00AA2F43">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9B64C8">
        <w:rPr>
          <w:rFonts w:asciiTheme="minorHAnsi" w:hAnsiTheme="minorHAnsi"/>
          <w:sz w:val="18"/>
          <w:szCs w:val="18"/>
        </w:rPr>
        <w:t xml:space="preserve"> –Silnoproudá elektrotechnika</w:t>
      </w:r>
    </w:p>
    <w:tbl>
      <w:tblPr>
        <w:tblStyle w:val="Mkatabulky"/>
        <w:tblW w:w="8868" w:type="dxa"/>
        <w:tblLook w:val="04A0" w:firstRow="1" w:lastRow="0" w:firstColumn="1" w:lastColumn="0" w:noHBand="0" w:noVBand="1"/>
      </w:tblPr>
      <w:tblGrid>
        <w:gridCol w:w="3056"/>
        <w:gridCol w:w="5812"/>
      </w:tblGrid>
      <w:tr w:rsidR="00ED29F1" w:rsidRPr="00F95FBD" w14:paraId="471C2A0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313CA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3F19CE0" w14:textId="1F417124" w:rsidR="00ED29F1" w:rsidRPr="009B64C8" w:rsidRDefault="009B64C8"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9B64C8">
              <w:rPr>
                <w:b/>
                <w:sz w:val="18"/>
              </w:rPr>
              <w:t>Jan Kolman</w:t>
            </w:r>
          </w:p>
        </w:tc>
      </w:tr>
      <w:tr w:rsidR="00ED29F1" w:rsidRPr="00F95FBD" w14:paraId="1E044A9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E84EA32" w14:textId="77777777" w:rsidR="00ED29F1" w:rsidRPr="00F95FBD" w:rsidRDefault="00ED29F1" w:rsidP="005A7872">
            <w:pPr>
              <w:pStyle w:val="Tabulka"/>
              <w:rPr>
                <w:sz w:val="18"/>
              </w:rPr>
            </w:pPr>
            <w:r w:rsidRPr="00F95FBD">
              <w:rPr>
                <w:sz w:val="18"/>
              </w:rPr>
              <w:t>Adresa</w:t>
            </w:r>
          </w:p>
        </w:tc>
        <w:tc>
          <w:tcPr>
            <w:tcW w:w="5812" w:type="dxa"/>
          </w:tcPr>
          <w:p w14:paraId="6C19349D" w14:textId="78C48D4E" w:rsidR="00ED29F1" w:rsidRPr="009B64C8" w:rsidRDefault="00AA2F4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B64C8">
              <w:rPr>
                <w:sz w:val="18"/>
              </w:rPr>
              <w:t>Železničářská 1386/31, 400 03 Ústí nad Labem</w:t>
            </w:r>
          </w:p>
        </w:tc>
      </w:tr>
      <w:tr w:rsidR="00ED29F1" w:rsidRPr="00F95FBD" w14:paraId="6F9FCD4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AD8D4C" w14:textId="77777777" w:rsidR="00ED29F1" w:rsidRPr="00F95FBD" w:rsidRDefault="00ED29F1" w:rsidP="005A7872">
            <w:pPr>
              <w:pStyle w:val="Tabulka"/>
              <w:rPr>
                <w:sz w:val="18"/>
              </w:rPr>
            </w:pPr>
            <w:r w:rsidRPr="00F95FBD">
              <w:rPr>
                <w:sz w:val="18"/>
              </w:rPr>
              <w:t>E-mail</w:t>
            </w:r>
          </w:p>
        </w:tc>
        <w:tc>
          <w:tcPr>
            <w:tcW w:w="5812" w:type="dxa"/>
          </w:tcPr>
          <w:p w14:paraId="0E125050" w14:textId="27B9862F" w:rsidR="00ED29F1" w:rsidRPr="009B64C8" w:rsidRDefault="00CB1530"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9B64C8" w:rsidRPr="009B64C8">
                <w:rPr>
                  <w:rStyle w:val="Hypertextovodkaz"/>
                  <w:noProof w:val="0"/>
                  <w:sz w:val="18"/>
                </w:rPr>
                <w:t>Kolman@spravazeleznic.cz</w:t>
              </w:r>
            </w:hyperlink>
            <w:r w:rsidR="009B64C8" w:rsidRPr="009B64C8">
              <w:rPr>
                <w:sz w:val="18"/>
              </w:rPr>
              <w:t xml:space="preserve"> </w:t>
            </w:r>
          </w:p>
        </w:tc>
      </w:tr>
      <w:tr w:rsidR="00ED29F1" w:rsidRPr="00F95FBD" w14:paraId="2D2310C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092E9D1" w14:textId="77777777" w:rsidR="00ED29F1" w:rsidRPr="00F95FBD" w:rsidRDefault="00ED29F1" w:rsidP="005A7872">
            <w:pPr>
              <w:pStyle w:val="Tabulka"/>
              <w:rPr>
                <w:sz w:val="18"/>
              </w:rPr>
            </w:pPr>
            <w:r w:rsidRPr="00F95FBD">
              <w:rPr>
                <w:sz w:val="18"/>
              </w:rPr>
              <w:t>Telefon</w:t>
            </w:r>
          </w:p>
        </w:tc>
        <w:tc>
          <w:tcPr>
            <w:tcW w:w="5812" w:type="dxa"/>
          </w:tcPr>
          <w:p w14:paraId="7F20ECA2" w14:textId="261B4A6B" w:rsidR="00ED29F1" w:rsidRPr="00F95FBD" w:rsidRDefault="009B64C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B64C8">
              <w:rPr>
                <w:sz w:val="18"/>
              </w:rPr>
              <w:t>972 424 110, 725 457 051</w:t>
            </w:r>
          </w:p>
        </w:tc>
      </w:tr>
    </w:tbl>
    <w:p w14:paraId="35470A3E" w14:textId="77777777" w:rsidR="00ED29F1" w:rsidRPr="00F95FBD" w:rsidRDefault="00ED29F1" w:rsidP="00ED29F1">
      <w:pPr>
        <w:pStyle w:val="Textbezodsazen"/>
      </w:pPr>
    </w:p>
    <w:p w14:paraId="61220604" w14:textId="2F4EBBDF" w:rsidR="00AA2F43" w:rsidRPr="00F95FBD" w:rsidRDefault="00AA2F43" w:rsidP="00AA2F43">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9B64C8">
        <w:rPr>
          <w:rFonts w:asciiTheme="minorHAnsi" w:hAnsiTheme="minorHAnsi"/>
          <w:sz w:val="18"/>
          <w:szCs w:val="18"/>
        </w:rPr>
        <w:t xml:space="preserve"> - Elektrodispečink</w:t>
      </w:r>
    </w:p>
    <w:tbl>
      <w:tblPr>
        <w:tblStyle w:val="Mkatabulky"/>
        <w:tblW w:w="8868" w:type="dxa"/>
        <w:tblLook w:val="04A0" w:firstRow="1" w:lastRow="0" w:firstColumn="1" w:lastColumn="0" w:noHBand="0" w:noVBand="1"/>
      </w:tblPr>
      <w:tblGrid>
        <w:gridCol w:w="3056"/>
        <w:gridCol w:w="5812"/>
      </w:tblGrid>
      <w:tr w:rsidR="00ED29F1" w:rsidRPr="00F95FBD" w14:paraId="4CE39F1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363C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C770410" w14:textId="55FB5D35" w:rsidR="00ED29F1" w:rsidRPr="009B64C8" w:rsidRDefault="009B64C8"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9B64C8">
              <w:rPr>
                <w:b/>
                <w:sz w:val="18"/>
              </w:rPr>
              <w:t>Jiří Halaška</w:t>
            </w:r>
          </w:p>
        </w:tc>
      </w:tr>
      <w:tr w:rsidR="00ED29F1" w:rsidRPr="00F95FBD" w14:paraId="19F15E4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35C42C6" w14:textId="77777777" w:rsidR="00ED29F1" w:rsidRPr="00F95FBD" w:rsidRDefault="00ED29F1" w:rsidP="005A7872">
            <w:pPr>
              <w:pStyle w:val="Tabulka"/>
              <w:rPr>
                <w:sz w:val="18"/>
              </w:rPr>
            </w:pPr>
            <w:r w:rsidRPr="00F95FBD">
              <w:rPr>
                <w:sz w:val="18"/>
              </w:rPr>
              <w:t>Adresa</w:t>
            </w:r>
          </w:p>
        </w:tc>
        <w:tc>
          <w:tcPr>
            <w:tcW w:w="5812" w:type="dxa"/>
          </w:tcPr>
          <w:p w14:paraId="157A8FF5" w14:textId="66095099" w:rsidR="00ED29F1" w:rsidRPr="00F95FBD" w:rsidRDefault="009B64C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B64C8">
              <w:rPr>
                <w:sz w:val="18"/>
              </w:rPr>
              <w:t>U Stanice 1584/6</w:t>
            </w:r>
            <w:r w:rsidR="00AA2F43" w:rsidRPr="00AA2F43">
              <w:rPr>
                <w:sz w:val="18"/>
              </w:rPr>
              <w:t>, 400 03 Ústí nad Labem</w:t>
            </w:r>
          </w:p>
        </w:tc>
      </w:tr>
      <w:tr w:rsidR="00ED29F1" w:rsidRPr="00F95FBD" w14:paraId="5D94993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BBBA7EE" w14:textId="77777777" w:rsidR="00ED29F1" w:rsidRPr="00F95FBD" w:rsidRDefault="00ED29F1" w:rsidP="005A7872">
            <w:pPr>
              <w:pStyle w:val="Tabulka"/>
              <w:rPr>
                <w:sz w:val="18"/>
              </w:rPr>
            </w:pPr>
            <w:r w:rsidRPr="00F95FBD">
              <w:rPr>
                <w:sz w:val="18"/>
              </w:rPr>
              <w:t>E-mail</w:t>
            </w:r>
          </w:p>
        </w:tc>
        <w:tc>
          <w:tcPr>
            <w:tcW w:w="5812" w:type="dxa"/>
          </w:tcPr>
          <w:p w14:paraId="49264E3F" w14:textId="013A1B79" w:rsidR="00ED29F1" w:rsidRPr="009B64C8" w:rsidRDefault="00CB1530"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9B64C8" w:rsidRPr="009B64C8">
                <w:rPr>
                  <w:rStyle w:val="Hypertextovodkaz"/>
                  <w:noProof w:val="0"/>
                  <w:sz w:val="18"/>
                </w:rPr>
                <w:t>Halaska@spravazeleznic.cz</w:t>
              </w:r>
            </w:hyperlink>
            <w:r w:rsidR="009B64C8" w:rsidRPr="009B64C8">
              <w:rPr>
                <w:sz w:val="18"/>
              </w:rPr>
              <w:t xml:space="preserve"> </w:t>
            </w:r>
          </w:p>
        </w:tc>
      </w:tr>
      <w:tr w:rsidR="00ED29F1" w:rsidRPr="00F95FBD" w14:paraId="2F245AF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C75E2D" w14:textId="77777777" w:rsidR="00ED29F1" w:rsidRPr="00F95FBD" w:rsidRDefault="00ED29F1" w:rsidP="005A7872">
            <w:pPr>
              <w:pStyle w:val="Tabulka"/>
              <w:rPr>
                <w:sz w:val="18"/>
              </w:rPr>
            </w:pPr>
            <w:r w:rsidRPr="00F95FBD">
              <w:rPr>
                <w:sz w:val="18"/>
              </w:rPr>
              <w:t>Telefon</w:t>
            </w:r>
          </w:p>
        </w:tc>
        <w:tc>
          <w:tcPr>
            <w:tcW w:w="5812" w:type="dxa"/>
          </w:tcPr>
          <w:p w14:paraId="0374B3DA" w14:textId="14DD38D8" w:rsidR="00ED29F1" w:rsidRPr="00F95FBD" w:rsidRDefault="009B64C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B64C8">
              <w:rPr>
                <w:sz w:val="18"/>
              </w:rPr>
              <w:t>972 424</w:t>
            </w:r>
            <w:r>
              <w:rPr>
                <w:sz w:val="18"/>
              </w:rPr>
              <w:t> </w:t>
            </w:r>
            <w:r w:rsidRPr="009B64C8">
              <w:rPr>
                <w:sz w:val="18"/>
              </w:rPr>
              <w:t>027</w:t>
            </w:r>
            <w:r>
              <w:rPr>
                <w:sz w:val="18"/>
              </w:rPr>
              <w:t xml:space="preserve">, </w:t>
            </w:r>
            <w:r w:rsidRPr="009B64C8">
              <w:rPr>
                <w:sz w:val="18"/>
              </w:rPr>
              <w:t>725 775 097</w:t>
            </w:r>
          </w:p>
        </w:tc>
      </w:tr>
    </w:tbl>
    <w:p w14:paraId="20C23BA7" w14:textId="77777777" w:rsidR="00ED29F1" w:rsidRPr="00F95FBD" w:rsidRDefault="00ED29F1" w:rsidP="00ED29F1">
      <w:pPr>
        <w:pStyle w:val="Textbezodsazen"/>
      </w:pPr>
    </w:p>
    <w:p w14:paraId="5677368E" w14:textId="77777777" w:rsidR="00ED29F1" w:rsidRPr="00F95FBD" w:rsidRDefault="00ED29F1" w:rsidP="00ED29F1">
      <w:pPr>
        <w:pStyle w:val="Textbezodsazen"/>
      </w:pPr>
    </w:p>
    <w:p w14:paraId="3674CAF7" w14:textId="77777777" w:rsidR="00ED29F1" w:rsidRDefault="00ED29F1" w:rsidP="00502690">
      <w:pPr>
        <w:pStyle w:val="Textbezodsazen"/>
        <w:rPr>
          <w:b/>
        </w:rPr>
      </w:pPr>
    </w:p>
    <w:p w14:paraId="399B365B" w14:textId="77777777" w:rsidR="00ED29F1" w:rsidRDefault="00ED29F1" w:rsidP="00502690">
      <w:pPr>
        <w:pStyle w:val="Textbezodsazen"/>
        <w:rPr>
          <w:b/>
        </w:rPr>
      </w:pPr>
      <w:r>
        <w:rPr>
          <w:b/>
        </w:rPr>
        <w:lastRenderedPageBreak/>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2B1CB07E"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0564EC0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AB9DF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0D84F40"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70C9E8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038C5" w14:textId="77777777" w:rsidR="002038D5" w:rsidRPr="00F95FBD" w:rsidRDefault="002038D5" w:rsidP="00165977">
            <w:pPr>
              <w:pStyle w:val="Tabulka"/>
              <w:rPr>
                <w:sz w:val="18"/>
              </w:rPr>
            </w:pPr>
            <w:r w:rsidRPr="00F95FBD">
              <w:rPr>
                <w:sz w:val="18"/>
              </w:rPr>
              <w:t>Adresa</w:t>
            </w:r>
          </w:p>
        </w:tc>
        <w:tc>
          <w:tcPr>
            <w:tcW w:w="5812" w:type="dxa"/>
          </w:tcPr>
          <w:p w14:paraId="684E833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25402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2B0414" w14:textId="77777777" w:rsidR="002038D5" w:rsidRPr="00F95FBD" w:rsidRDefault="002038D5" w:rsidP="00165977">
            <w:pPr>
              <w:pStyle w:val="Tabulka"/>
              <w:rPr>
                <w:sz w:val="18"/>
              </w:rPr>
            </w:pPr>
            <w:r w:rsidRPr="00F95FBD">
              <w:rPr>
                <w:sz w:val="18"/>
              </w:rPr>
              <w:t>E-mail</w:t>
            </w:r>
          </w:p>
        </w:tc>
        <w:tc>
          <w:tcPr>
            <w:tcW w:w="5812" w:type="dxa"/>
          </w:tcPr>
          <w:p w14:paraId="4F4834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3F239E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19D547" w14:textId="77777777" w:rsidR="002038D5" w:rsidRPr="00F95FBD" w:rsidRDefault="002038D5" w:rsidP="00165977">
            <w:pPr>
              <w:pStyle w:val="Tabulka"/>
              <w:rPr>
                <w:sz w:val="18"/>
              </w:rPr>
            </w:pPr>
            <w:r w:rsidRPr="00F95FBD">
              <w:rPr>
                <w:sz w:val="18"/>
              </w:rPr>
              <w:t>Telefon</w:t>
            </w:r>
          </w:p>
        </w:tc>
        <w:tc>
          <w:tcPr>
            <w:tcW w:w="5812" w:type="dxa"/>
          </w:tcPr>
          <w:p w14:paraId="0A17F3D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A50321" w14:textId="77777777" w:rsidR="002038D5" w:rsidRPr="00F95FBD" w:rsidRDefault="002038D5" w:rsidP="00165977">
      <w:pPr>
        <w:pStyle w:val="Tabulka"/>
      </w:pPr>
    </w:p>
    <w:p w14:paraId="6B75CE25" w14:textId="0094AD79" w:rsidR="002038D5" w:rsidRPr="00F95FBD" w:rsidRDefault="00A45292" w:rsidP="00165977">
      <w:pPr>
        <w:pStyle w:val="Nadpistabulky"/>
        <w:rPr>
          <w:sz w:val="18"/>
          <w:szCs w:val="18"/>
        </w:rPr>
      </w:pPr>
      <w:r>
        <w:rPr>
          <w:sz w:val="18"/>
          <w:szCs w:val="18"/>
        </w:rPr>
        <w:t>O</w:t>
      </w:r>
      <w:r w:rsidRPr="00A45292">
        <w:rPr>
          <w:sz w:val="18"/>
          <w:szCs w:val="18"/>
        </w:rPr>
        <w:t>soba odpovědná za projektovou dokumentaci elektrických zařízení</w:t>
      </w:r>
    </w:p>
    <w:tbl>
      <w:tblPr>
        <w:tblStyle w:val="Mkatabulky"/>
        <w:tblW w:w="8868" w:type="dxa"/>
        <w:tblLook w:val="04A0" w:firstRow="1" w:lastRow="0" w:firstColumn="1" w:lastColumn="0" w:noHBand="0" w:noVBand="1"/>
      </w:tblPr>
      <w:tblGrid>
        <w:gridCol w:w="3056"/>
        <w:gridCol w:w="5812"/>
      </w:tblGrid>
      <w:tr w:rsidR="002038D5" w:rsidRPr="00F95FBD" w14:paraId="5F2B918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72546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A1BFFA8"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5A8F30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7A6BB7" w14:textId="77777777" w:rsidR="002038D5" w:rsidRPr="00F95FBD" w:rsidRDefault="002038D5" w:rsidP="00165977">
            <w:pPr>
              <w:pStyle w:val="Tabulka"/>
              <w:rPr>
                <w:sz w:val="18"/>
              </w:rPr>
            </w:pPr>
            <w:r w:rsidRPr="00F95FBD">
              <w:rPr>
                <w:sz w:val="18"/>
              </w:rPr>
              <w:t>Adresa</w:t>
            </w:r>
          </w:p>
        </w:tc>
        <w:tc>
          <w:tcPr>
            <w:tcW w:w="5812" w:type="dxa"/>
          </w:tcPr>
          <w:p w14:paraId="6483217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9EDCD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814BD6" w14:textId="77777777" w:rsidR="002038D5" w:rsidRPr="00F95FBD" w:rsidRDefault="002038D5" w:rsidP="00165977">
            <w:pPr>
              <w:pStyle w:val="Tabulka"/>
              <w:rPr>
                <w:sz w:val="18"/>
              </w:rPr>
            </w:pPr>
            <w:r w:rsidRPr="00F95FBD">
              <w:rPr>
                <w:sz w:val="18"/>
              </w:rPr>
              <w:t>E-mail</w:t>
            </w:r>
          </w:p>
        </w:tc>
        <w:tc>
          <w:tcPr>
            <w:tcW w:w="5812" w:type="dxa"/>
          </w:tcPr>
          <w:p w14:paraId="34470BD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817183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8A65B0" w14:textId="77777777" w:rsidR="002038D5" w:rsidRPr="00F95FBD" w:rsidRDefault="002038D5" w:rsidP="00165977">
            <w:pPr>
              <w:pStyle w:val="Tabulka"/>
              <w:rPr>
                <w:sz w:val="18"/>
              </w:rPr>
            </w:pPr>
            <w:r w:rsidRPr="00F95FBD">
              <w:rPr>
                <w:sz w:val="18"/>
              </w:rPr>
              <w:t>Telefon</w:t>
            </w:r>
          </w:p>
        </w:tc>
        <w:tc>
          <w:tcPr>
            <w:tcW w:w="5812" w:type="dxa"/>
          </w:tcPr>
          <w:p w14:paraId="416C056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908650C" w14:textId="77777777" w:rsidR="002038D5" w:rsidRPr="00F95FBD" w:rsidRDefault="002038D5" w:rsidP="00165977">
      <w:pPr>
        <w:pStyle w:val="Tabulka"/>
      </w:pPr>
    </w:p>
    <w:p w14:paraId="7D438BF8" w14:textId="77777777" w:rsidR="002038D5" w:rsidRPr="00F95FBD" w:rsidRDefault="002038D5"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74748E44"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867E69">
              <w:rPr>
                <w:rFonts w:eastAsia="Times New Roman" w:cs="Calibri"/>
                <w:sz w:val="18"/>
                <w:lang w:eastAsia="cs-CZ"/>
              </w:rPr>
              <w:t>M</w:t>
            </w:r>
            <w:r w:rsidR="002C7A28" w:rsidRPr="00867E69">
              <w:rPr>
                <w:rFonts w:eastAsia="Times New Roman" w:cs="Calibri"/>
                <w:sz w:val="18"/>
                <w:lang w:eastAsia="cs-CZ"/>
              </w:rPr>
              <w:t xml:space="preserve">inimálně </w:t>
            </w:r>
            <w:r w:rsidR="00867E69" w:rsidRPr="00867E69">
              <w:rPr>
                <w:rFonts w:eastAsia="Times New Roman" w:cs="Calibri"/>
                <w:color w:val="000000"/>
                <w:sz w:val="18"/>
                <w:lang w:eastAsia="cs-CZ"/>
              </w:rPr>
              <w:t>5</w:t>
            </w:r>
            <w:r w:rsidR="002C7A28" w:rsidRPr="00867E69">
              <w:rPr>
                <w:rFonts w:eastAsia="Times New Roman" w:cs="Calibri"/>
                <w:color w:val="000000"/>
                <w:sz w:val="18"/>
                <w:lang w:eastAsia="cs-CZ"/>
              </w:rPr>
              <w:t xml:space="preserve"> mil. Kč</w:t>
            </w:r>
            <w:r w:rsidR="002C7A28" w:rsidRPr="00867E69">
              <w:rPr>
                <w:rFonts w:eastAsia="Times New Roman" w:cs="Calibri"/>
                <w:sz w:val="18"/>
                <w:lang w:eastAsia="cs-CZ"/>
              </w:rPr>
              <w:t xml:space="preserve"> na jednu pojistnou událost a </w:t>
            </w:r>
            <w:r w:rsidR="00867E69" w:rsidRPr="00442363">
              <w:rPr>
                <w:rFonts w:eastAsia="Times New Roman" w:cs="Calibri"/>
                <w:sz w:val="18"/>
                <w:lang w:eastAsia="cs-CZ"/>
              </w:rPr>
              <w:t xml:space="preserve">10 </w:t>
            </w:r>
            <w:r w:rsidR="002C7A28" w:rsidRPr="00442363">
              <w:rPr>
                <w:rFonts w:eastAsia="Times New Roman" w:cs="Calibri"/>
                <w:sz w:val="18"/>
                <w:lang w:eastAsia="cs-CZ"/>
              </w:rPr>
              <w:t>mil</w:t>
            </w:r>
            <w:r w:rsidR="002C7A28" w:rsidRPr="00867E69">
              <w:rPr>
                <w:rFonts w:eastAsia="Times New Roman" w:cs="Calibri"/>
                <w:sz w:val="18"/>
                <w:lang w:eastAsia="cs-CZ"/>
              </w:rPr>
              <w:t>. Kč</w:t>
            </w:r>
            <w:r w:rsidR="002C7A28" w:rsidRPr="002C7A28">
              <w:rPr>
                <w:rFonts w:eastAsia="Times New Roman" w:cs="Calibri"/>
                <w:sz w:val="18"/>
                <w:lang w:eastAsia="cs-CZ"/>
              </w:rPr>
              <w:t xml:space="preserve"> v úhrnu za rok</w:t>
            </w:r>
          </w:p>
        </w:tc>
      </w:tr>
    </w:tbl>
    <w:p w14:paraId="3F114D45"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27918D2"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5"/>
      <w:footerReference w:type="default" r:id="rId3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DE894D" w14:textId="77777777" w:rsidR="00D97A95" w:rsidRDefault="00D97A95" w:rsidP="00962258">
      <w:pPr>
        <w:spacing w:after="0" w:line="240" w:lineRule="auto"/>
      </w:pPr>
      <w:r>
        <w:separator/>
      </w:r>
    </w:p>
  </w:endnote>
  <w:endnote w:type="continuationSeparator" w:id="0">
    <w:p w14:paraId="71D7C263" w14:textId="77777777" w:rsidR="00D97A95" w:rsidRDefault="00D97A9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A95" w14:paraId="03ACE20E" w14:textId="77777777" w:rsidTr="00EB46E5">
      <w:tc>
        <w:tcPr>
          <w:tcW w:w="1361" w:type="dxa"/>
          <w:tcMar>
            <w:left w:w="0" w:type="dxa"/>
            <w:right w:w="0" w:type="dxa"/>
          </w:tcMar>
          <w:vAlign w:val="bottom"/>
        </w:tcPr>
        <w:p w14:paraId="0E848D39" w14:textId="069ED76E" w:rsidR="00D97A95" w:rsidRPr="00B8518B" w:rsidRDefault="00D97A9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1530">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D97A95" w:rsidRDefault="00D97A95" w:rsidP="00B8518B">
          <w:pPr>
            <w:pStyle w:val="Zpat"/>
          </w:pPr>
        </w:p>
      </w:tc>
      <w:tc>
        <w:tcPr>
          <w:tcW w:w="425" w:type="dxa"/>
          <w:shd w:val="clear" w:color="auto" w:fill="auto"/>
          <w:tcMar>
            <w:left w:w="0" w:type="dxa"/>
            <w:right w:w="0" w:type="dxa"/>
          </w:tcMar>
        </w:tcPr>
        <w:p w14:paraId="0CCC6787" w14:textId="77777777" w:rsidR="00D97A95" w:rsidRDefault="00D97A95" w:rsidP="00B8518B">
          <w:pPr>
            <w:pStyle w:val="Zpat"/>
          </w:pPr>
        </w:p>
      </w:tc>
      <w:tc>
        <w:tcPr>
          <w:tcW w:w="8505" w:type="dxa"/>
        </w:tcPr>
        <w:p w14:paraId="18AC5D1E" w14:textId="77777777" w:rsidR="00D97A95" w:rsidRPr="00E7415D" w:rsidRDefault="00D97A95" w:rsidP="00F422D3">
          <w:pPr>
            <w:pStyle w:val="Zpat0"/>
            <w:rPr>
              <w:b/>
            </w:rPr>
          </w:pPr>
          <w:r w:rsidRPr="00E7415D">
            <w:rPr>
              <w:b/>
            </w:rPr>
            <w:t>SMLOUVA O DÍLO</w:t>
          </w:r>
        </w:p>
        <w:p w14:paraId="277D0EC8" w14:textId="77777777" w:rsidR="00D97A95" w:rsidRDefault="00D97A95" w:rsidP="00F422D3">
          <w:pPr>
            <w:pStyle w:val="Zpat0"/>
          </w:pPr>
          <w:r>
            <w:t>Zhotovení stavby</w:t>
          </w:r>
        </w:p>
      </w:tc>
    </w:tr>
  </w:tbl>
  <w:p w14:paraId="1A68ECEF" w14:textId="77777777" w:rsidR="00D97A95" w:rsidRPr="00B8518B" w:rsidRDefault="00D97A9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A95" w14:paraId="47F7544C" w14:textId="77777777" w:rsidTr="00EB46E5">
      <w:tc>
        <w:tcPr>
          <w:tcW w:w="1361" w:type="dxa"/>
          <w:tcMar>
            <w:left w:w="0" w:type="dxa"/>
            <w:right w:w="0" w:type="dxa"/>
          </w:tcMar>
          <w:vAlign w:val="bottom"/>
        </w:tcPr>
        <w:p w14:paraId="3D143924" w14:textId="5D31C6BA" w:rsidR="00D97A95" w:rsidRPr="00B8518B" w:rsidRDefault="00D97A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153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D97A95" w:rsidRDefault="00D97A95" w:rsidP="00B8518B">
          <w:pPr>
            <w:pStyle w:val="Zpat"/>
          </w:pPr>
        </w:p>
      </w:tc>
      <w:tc>
        <w:tcPr>
          <w:tcW w:w="425" w:type="dxa"/>
          <w:shd w:val="clear" w:color="auto" w:fill="auto"/>
          <w:tcMar>
            <w:left w:w="0" w:type="dxa"/>
            <w:right w:w="0" w:type="dxa"/>
          </w:tcMar>
        </w:tcPr>
        <w:p w14:paraId="11282278" w14:textId="77777777" w:rsidR="00D97A95" w:rsidRDefault="00D97A95" w:rsidP="00B8518B">
          <w:pPr>
            <w:pStyle w:val="Zpat"/>
          </w:pPr>
        </w:p>
      </w:tc>
      <w:tc>
        <w:tcPr>
          <w:tcW w:w="8505" w:type="dxa"/>
        </w:tcPr>
        <w:p w14:paraId="4BBEFDE8" w14:textId="77777777" w:rsidR="00D97A95" w:rsidRPr="00143EC0" w:rsidRDefault="00D97A95" w:rsidP="00F422D3">
          <w:pPr>
            <w:pStyle w:val="Zpat0"/>
            <w:rPr>
              <w:b/>
            </w:rPr>
          </w:pPr>
          <w:r>
            <w:rPr>
              <w:b/>
            </w:rPr>
            <w:t>PŘÍLOHA č. 8</w:t>
          </w:r>
        </w:p>
        <w:p w14:paraId="791F7C7A" w14:textId="0911E435" w:rsidR="00D97A95" w:rsidRDefault="00D97A95" w:rsidP="00F95FBD">
          <w:pPr>
            <w:pStyle w:val="Zpat0"/>
          </w:pPr>
          <w:r>
            <w:t xml:space="preserve">SMLOUVA O </w:t>
          </w:r>
          <w:r w:rsidR="00442363">
            <w:t>DÍLO – Zhotovení</w:t>
          </w:r>
          <w:r>
            <w:t xml:space="preserve"> stavby</w:t>
          </w:r>
        </w:p>
      </w:tc>
    </w:tr>
  </w:tbl>
  <w:p w14:paraId="7669CABD" w14:textId="77777777" w:rsidR="00D97A95" w:rsidRPr="00B8518B" w:rsidRDefault="00D97A9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A95" w14:paraId="3E67C297" w14:textId="77777777" w:rsidTr="00EB46E5">
      <w:tc>
        <w:tcPr>
          <w:tcW w:w="1361" w:type="dxa"/>
          <w:tcMar>
            <w:left w:w="0" w:type="dxa"/>
            <w:right w:w="0" w:type="dxa"/>
          </w:tcMar>
          <w:vAlign w:val="bottom"/>
        </w:tcPr>
        <w:p w14:paraId="12ED24F0" w14:textId="2F8876D9" w:rsidR="00D97A95" w:rsidRPr="00B8518B" w:rsidRDefault="00D97A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153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D97A95" w:rsidRDefault="00D97A95" w:rsidP="00B8518B">
          <w:pPr>
            <w:pStyle w:val="Zpat"/>
          </w:pPr>
        </w:p>
      </w:tc>
      <w:tc>
        <w:tcPr>
          <w:tcW w:w="425" w:type="dxa"/>
          <w:shd w:val="clear" w:color="auto" w:fill="auto"/>
          <w:tcMar>
            <w:left w:w="0" w:type="dxa"/>
            <w:right w:w="0" w:type="dxa"/>
          </w:tcMar>
        </w:tcPr>
        <w:p w14:paraId="01176E76" w14:textId="77777777" w:rsidR="00D97A95" w:rsidRDefault="00D97A95" w:rsidP="00B8518B">
          <w:pPr>
            <w:pStyle w:val="Zpat"/>
          </w:pPr>
        </w:p>
      </w:tc>
      <w:tc>
        <w:tcPr>
          <w:tcW w:w="8505" w:type="dxa"/>
        </w:tcPr>
        <w:p w14:paraId="7AF545D5" w14:textId="77777777" w:rsidR="00D97A95" w:rsidRPr="00143EC0" w:rsidRDefault="00D97A95" w:rsidP="00F422D3">
          <w:pPr>
            <w:pStyle w:val="Zpat0"/>
            <w:rPr>
              <w:b/>
            </w:rPr>
          </w:pPr>
          <w:r>
            <w:rPr>
              <w:b/>
            </w:rPr>
            <w:t>PŘÍLOHA č. 9</w:t>
          </w:r>
        </w:p>
        <w:p w14:paraId="2E84F996" w14:textId="1EDB90F9" w:rsidR="00D97A95" w:rsidRDefault="00D97A95" w:rsidP="00F95FBD">
          <w:pPr>
            <w:pStyle w:val="Zpat0"/>
          </w:pPr>
          <w:r>
            <w:t xml:space="preserve">SMLOUVA O </w:t>
          </w:r>
          <w:r w:rsidR="00442363">
            <w:t>DÍLO – Zhotovení</w:t>
          </w:r>
          <w:r>
            <w:t xml:space="preserve"> stavby</w:t>
          </w:r>
        </w:p>
      </w:tc>
    </w:tr>
  </w:tbl>
  <w:p w14:paraId="2DA0DF31" w14:textId="77777777" w:rsidR="00D97A95" w:rsidRPr="00B8518B" w:rsidRDefault="00D97A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88EC0" w14:textId="77777777" w:rsidR="00D97A95" w:rsidRPr="00B8518B" w:rsidRDefault="00D97A95" w:rsidP="00460660">
    <w:pPr>
      <w:pStyle w:val="Zpat"/>
      <w:rPr>
        <w:sz w:val="2"/>
        <w:szCs w:val="2"/>
      </w:rPr>
    </w:pPr>
  </w:p>
  <w:p w14:paraId="45691DB0" w14:textId="77777777" w:rsidR="00D97A95" w:rsidRPr="00460660" w:rsidRDefault="00D97A9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A95" w14:paraId="45B25F6C" w14:textId="77777777" w:rsidTr="00EB46E5">
      <w:tc>
        <w:tcPr>
          <w:tcW w:w="1361" w:type="dxa"/>
          <w:tcMar>
            <w:left w:w="0" w:type="dxa"/>
            <w:right w:w="0" w:type="dxa"/>
          </w:tcMar>
          <w:vAlign w:val="bottom"/>
        </w:tcPr>
        <w:p w14:paraId="79F60CB1" w14:textId="48563EE5" w:rsidR="00D97A95" w:rsidRPr="00B8518B" w:rsidRDefault="00D97A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153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D97A95" w:rsidRDefault="00D97A95" w:rsidP="00B8518B">
          <w:pPr>
            <w:pStyle w:val="Zpat"/>
          </w:pPr>
        </w:p>
      </w:tc>
      <w:tc>
        <w:tcPr>
          <w:tcW w:w="425" w:type="dxa"/>
          <w:shd w:val="clear" w:color="auto" w:fill="auto"/>
          <w:tcMar>
            <w:left w:w="0" w:type="dxa"/>
            <w:right w:w="0" w:type="dxa"/>
          </w:tcMar>
        </w:tcPr>
        <w:p w14:paraId="327422A9" w14:textId="77777777" w:rsidR="00D97A95" w:rsidRDefault="00D97A95" w:rsidP="00B8518B">
          <w:pPr>
            <w:pStyle w:val="Zpat"/>
          </w:pPr>
        </w:p>
      </w:tc>
      <w:tc>
        <w:tcPr>
          <w:tcW w:w="8505" w:type="dxa"/>
        </w:tcPr>
        <w:p w14:paraId="2C6286EF" w14:textId="77777777" w:rsidR="00D97A95" w:rsidRPr="00143EC0" w:rsidRDefault="00D97A95" w:rsidP="00F422D3">
          <w:pPr>
            <w:pStyle w:val="Zpat0"/>
            <w:rPr>
              <w:b/>
            </w:rPr>
          </w:pPr>
          <w:r w:rsidRPr="00143EC0">
            <w:rPr>
              <w:b/>
            </w:rPr>
            <w:t>PŘÍLOHA č. 1</w:t>
          </w:r>
        </w:p>
        <w:p w14:paraId="5ADF5AFC" w14:textId="7EA06249" w:rsidR="00D97A95" w:rsidRDefault="00D97A95" w:rsidP="00F95FBD">
          <w:pPr>
            <w:pStyle w:val="Zpat0"/>
          </w:pPr>
          <w:r>
            <w:t xml:space="preserve">SMLOUVA O </w:t>
          </w:r>
          <w:r w:rsidR="00AA2F43">
            <w:t>DÍLO – Zhotovení</w:t>
          </w:r>
          <w:r>
            <w:t xml:space="preserve"> stavby</w:t>
          </w:r>
        </w:p>
      </w:tc>
    </w:tr>
  </w:tbl>
  <w:p w14:paraId="67037EF5" w14:textId="77777777" w:rsidR="00D97A95" w:rsidRPr="00B8518B" w:rsidRDefault="00D97A9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A95" w14:paraId="0B272FE8" w14:textId="77777777" w:rsidTr="00EB46E5">
      <w:tc>
        <w:tcPr>
          <w:tcW w:w="1361" w:type="dxa"/>
          <w:tcMar>
            <w:left w:w="0" w:type="dxa"/>
            <w:right w:w="0" w:type="dxa"/>
          </w:tcMar>
          <w:vAlign w:val="bottom"/>
        </w:tcPr>
        <w:p w14:paraId="7BD637A4" w14:textId="0A3C8905" w:rsidR="00D97A95" w:rsidRPr="00B8518B" w:rsidRDefault="00D97A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153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D97A95" w:rsidRDefault="00D97A95" w:rsidP="005A7872">
          <w:pPr>
            <w:pStyle w:val="Zpat"/>
          </w:pPr>
        </w:p>
      </w:tc>
      <w:tc>
        <w:tcPr>
          <w:tcW w:w="425" w:type="dxa"/>
          <w:shd w:val="clear" w:color="auto" w:fill="auto"/>
          <w:tcMar>
            <w:left w:w="0" w:type="dxa"/>
            <w:right w:w="0" w:type="dxa"/>
          </w:tcMar>
        </w:tcPr>
        <w:p w14:paraId="75DCC6EC" w14:textId="77777777" w:rsidR="00D97A95" w:rsidRDefault="00D97A95" w:rsidP="00B8518B">
          <w:pPr>
            <w:pStyle w:val="Zpat"/>
          </w:pPr>
        </w:p>
      </w:tc>
      <w:tc>
        <w:tcPr>
          <w:tcW w:w="8505" w:type="dxa"/>
        </w:tcPr>
        <w:p w14:paraId="31C8377C" w14:textId="77777777" w:rsidR="00D97A95" w:rsidRPr="00143EC0" w:rsidRDefault="00D97A95" w:rsidP="00F422D3">
          <w:pPr>
            <w:pStyle w:val="Zpat0"/>
            <w:rPr>
              <w:b/>
            </w:rPr>
          </w:pPr>
          <w:r>
            <w:rPr>
              <w:b/>
            </w:rPr>
            <w:t>PŘÍLOHA č. 2</w:t>
          </w:r>
        </w:p>
        <w:p w14:paraId="69054B50" w14:textId="77777777" w:rsidR="00D97A95" w:rsidRDefault="00D97A95" w:rsidP="00F95FBD">
          <w:pPr>
            <w:pStyle w:val="Zpat0"/>
          </w:pPr>
          <w:r>
            <w:t xml:space="preserve">SMLOUVA O </w:t>
          </w:r>
          <w:proofErr w:type="gramStart"/>
          <w:r>
            <w:t>DÍLO - Zhotovení</w:t>
          </w:r>
          <w:proofErr w:type="gramEnd"/>
          <w:r>
            <w:t xml:space="preserve"> stavby</w:t>
          </w:r>
        </w:p>
      </w:tc>
    </w:tr>
  </w:tbl>
  <w:p w14:paraId="796583B6" w14:textId="77777777" w:rsidR="00D97A95" w:rsidRPr="00B8518B" w:rsidRDefault="00D97A9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A95" w14:paraId="0EED8EF5" w14:textId="77777777" w:rsidTr="00EB46E5">
      <w:tc>
        <w:tcPr>
          <w:tcW w:w="1361" w:type="dxa"/>
          <w:tcMar>
            <w:left w:w="0" w:type="dxa"/>
            <w:right w:w="0" w:type="dxa"/>
          </w:tcMar>
          <w:vAlign w:val="bottom"/>
        </w:tcPr>
        <w:p w14:paraId="70E2D778" w14:textId="47A2C622" w:rsidR="00D97A95" w:rsidRPr="00B8518B" w:rsidRDefault="00D97A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153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D97A95" w:rsidRDefault="00D97A95" w:rsidP="005A7872">
          <w:pPr>
            <w:pStyle w:val="Zpat"/>
          </w:pPr>
        </w:p>
      </w:tc>
      <w:tc>
        <w:tcPr>
          <w:tcW w:w="425" w:type="dxa"/>
          <w:shd w:val="clear" w:color="auto" w:fill="auto"/>
          <w:tcMar>
            <w:left w:w="0" w:type="dxa"/>
            <w:right w:w="0" w:type="dxa"/>
          </w:tcMar>
        </w:tcPr>
        <w:p w14:paraId="113F908C" w14:textId="77777777" w:rsidR="00D97A95" w:rsidRDefault="00D97A95" w:rsidP="00B8518B">
          <w:pPr>
            <w:pStyle w:val="Zpat"/>
          </w:pPr>
        </w:p>
      </w:tc>
      <w:tc>
        <w:tcPr>
          <w:tcW w:w="8505" w:type="dxa"/>
        </w:tcPr>
        <w:p w14:paraId="4E991124" w14:textId="77777777" w:rsidR="00D97A95" w:rsidRPr="00143EC0" w:rsidRDefault="00D97A95" w:rsidP="00F422D3">
          <w:pPr>
            <w:pStyle w:val="Zpat0"/>
            <w:rPr>
              <w:b/>
            </w:rPr>
          </w:pPr>
          <w:r>
            <w:rPr>
              <w:b/>
            </w:rPr>
            <w:t>PŘÍLOHA č. 3</w:t>
          </w:r>
        </w:p>
        <w:p w14:paraId="61337A74" w14:textId="77777777" w:rsidR="00D97A95" w:rsidRDefault="00D97A95" w:rsidP="00F95FBD">
          <w:pPr>
            <w:pStyle w:val="Zpat0"/>
          </w:pPr>
          <w:r>
            <w:t xml:space="preserve">SMLOUVA O </w:t>
          </w:r>
          <w:proofErr w:type="gramStart"/>
          <w:r>
            <w:t>DÍLO - Zhotovení</w:t>
          </w:r>
          <w:proofErr w:type="gramEnd"/>
          <w:r>
            <w:t xml:space="preserve"> stavby</w:t>
          </w:r>
        </w:p>
      </w:tc>
    </w:tr>
  </w:tbl>
  <w:p w14:paraId="4A92062D" w14:textId="77777777" w:rsidR="00D97A95" w:rsidRPr="00B8518B" w:rsidRDefault="00D97A9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A95" w14:paraId="2D7DEC8B" w14:textId="77777777" w:rsidTr="00EB46E5">
      <w:tc>
        <w:tcPr>
          <w:tcW w:w="1361" w:type="dxa"/>
          <w:tcMar>
            <w:left w:w="0" w:type="dxa"/>
            <w:right w:w="0" w:type="dxa"/>
          </w:tcMar>
          <w:vAlign w:val="bottom"/>
        </w:tcPr>
        <w:p w14:paraId="2C7E2C24" w14:textId="3A073F53" w:rsidR="00D97A95" w:rsidRPr="00B8518B" w:rsidRDefault="00D97A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153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D97A95" w:rsidRDefault="00D97A95" w:rsidP="005A7872">
          <w:pPr>
            <w:pStyle w:val="Zpat"/>
          </w:pPr>
        </w:p>
      </w:tc>
      <w:tc>
        <w:tcPr>
          <w:tcW w:w="425" w:type="dxa"/>
          <w:shd w:val="clear" w:color="auto" w:fill="auto"/>
          <w:tcMar>
            <w:left w:w="0" w:type="dxa"/>
            <w:right w:w="0" w:type="dxa"/>
          </w:tcMar>
        </w:tcPr>
        <w:p w14:paraId="0C58202A" w14:textId="77777777" w:rsidR="00D97A95" w:rsidRDefault="00D97A95" w:rsidP="00B8518B">
          <w:pPr>
            <w:pStyle w:val="Zpat"/>
          </w:pPr>
        </w:p>
      </w:tc>
      <w:tc>
        <w:tcPr>
          <w:tcW w:w="8505" w:type="dxa"/>
        </w:tcPr>
        <w:p w14:paraId="2BD697D7" w14:textId="77777777" w:rsidR="00D97A95" w:rsidRPr="00143EC0" w:rsidRDefault="00D97A95" w:rsidP="00F422D3">
          <w:pPr>
            <w:pStyle w:val="Zpat0"/>
            <w:rPr>
              <w:b/>
            </w:rPr>
          </w:pPr>
          <w:r>
            <w:rPr>
              <w:b/>
            </w:rPr>
            <w:t>PŘÍLOHA č. 4</w:t>
          </w:r>
        </w:p>
        <w:p w14:paraId="628BEFDD" w14:textId="77777777" w:rsidR="00D97A95" w:rsidRDefault="00D97A95" w:rsidP="00F95FBD">
          <w:pPr>
            <w:pStyle w:val="Zpat0"/>
          </w:pPr>
          <w:r>
            <w:t xml:space="preserve">SMLOUVA O </w:t>
          </w:r>
          <w:proofErr w:type="gramStart"/>
          <w:r>
            <w:t>DÍLO - Zhotovení</w:t>
          </w:r>
          <w:proofErr w:type="gramEnd"/>
          <w:r>
            <w:t xml:space="preserve"> stavby</w:t>
          </w:r>
        </w:p>
      </w:tc>
    </w:tr>
  </w:tbl>
  <w:p w14:paraId="52E8629E" w14:textId="77777777" w:rsidR="00D97A95" w:rsidRPr="00B8518B" w:rsidRDefault="00D97A9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A95" w14:paraId="1D82DD62" w14:textId="77777777" w:rsidTr="00EB46E5">
      <w:tc>
        <w:tcPr>
          <w:tcW w:w="1361" w:type="dxa"/>
          <w:tcMar>
            <w:left w:w="0" w:type="dxa"/>
            <w:right w:w="0" w:type="dxa"/>
          </w:tcMar>
          <w:vAlign w:val="bottom"/>
        </w:tcPr>
        <w:p w14:paraId="2AA6EDA9" w14:textId="7C29DA46" w:rsidR="00D97A95" w:rsidRPr="00B8518B" w:rsidRDefault="00D97A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153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D97A95" w:rsidRDefault="00D97A95" w:rsidP="005A7872">
          <w:pPr>
            <w:pStyle w:val="Zpat"/>
          </w:pPr>
        </w:p>
      </w:tc>
      <w:tc>
        <w:tcPr>
          <w:tcW w:w="425" w:type="dxa"/>
          <w:shd w:val="clear" w:color="auto" w:fill="auto"/>
          <w:tcMar>
            <w:left w:w="0" w:type="dxa"/>
            <w:right w:w="0" w:type="dxa"/>
          </w:tcMar>
        </w:tcPr>
        <w:p w14:paraId="2DE511E7" w14:textId="77777777" w:rsidR="00D97A95" w:rsidRDefault="00D97A95" w:rsidP="00B8518B">
          <w:pPr>
            <w:pStyle w:val="Zpat"/>
          </w:pPr>
        </w:p>
      </w:tc>
      <w:tc>
        <w:tcPr>
          <w:tcW w:w="8505" w:type="dxa"/>
        </w:tcPr>
        <w:p w14:paraId="47ECA342" w14:textId="77777777" w:rsidR="00D97A95" w:rsidRPr="00143EC0" w:rsidRDefault="00D97A95" w:rsidP="00F422D3">
          <w:pPr>
            <w:pStyle w:val="Zpat0"/>
            <w:rPr>
              <w:b/>
            </w:rPr>
          </w:pPr>
          <w:r>
            <w:rPr>
              <w:b/>
            </w:rPr>
            <w:t>PŘÍLOHA č. 5</w:t>
          </w:r>
        </w:p>
        <w:p w14:paraId="5C3FFABC" w14:textId="77777777" w:rsidR="00D97A95" w:rsidRDefault="00D97A95" w:rsidP="00F95FBD">
          <w:pPr>
            <w:pStyle w:val="Zpat0"/>
          </w:pPr>
          <w:r>
            <w:t xml:space="preserve">SMLOUVA O </w:t>
          </w:r>
          <w:proofErr w:type="gramStart"/>
          <w:r>
            <w:t>DÍLO - Zhotovení</w:t>
          </w:r>
          <w:proofErr w:type="gramEnd"/>
          <w:r>
            <w:t xml:space="preserve"> stavby</w:t>
          </w:r>
        </w:p>
      </w:tc>
    </w:tr>
  </w:tbl>
  <w:p w14:paraId="4073BF56" w14:textId="77777777" w:rsidR="00D97A95" w:rsidRPr="00B8518B" w:rsidRDefault="00D97A9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A95" w14:paraId="6E441048" w14:textId="77777777" w:rsidTr="00EB46E5">
      <w:tc>
        <w:tcPr>
          <w:tcW w:w="1361" w:type="dxa"/>
          <w:tcMar>
            <w:left w:w="0" w:type="dxa"/>
            <w:right w:w="0" w:type="dxa"/>
          </w:tcMar>
          <w:vAlign w:val="bottom"/>
        </w:tcPr>
        <w:p w14:paraId="524DBA7A" w14:textId="55F05F31" w:rsidR="00D97A95" w:rsidRPr="00B8518B" w:rsidRDefault="00D97A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153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D97A95" w:rsidRDefault="00D97A95" w:rsidP="005A7872">
          <w:pPr>
            <w:pStyle w:val="Zpat"/>
          </w:pPr>
        </w:p>
      </w:tc>
      <w:tc>
        <w:tcPr>
          <w:tcW w:w="425" w:type="dxa"/>
          <w:shd w:val="clear" w:color="auto" w:fill="auto"/>
          <w:tcMar>
            <w:left w:w="0" w:type="dxa"/>
            <w:right w:w="0" w:type="dxa"/>
          </w:tcMar>
        </w:tcPr>
        <w:p w14:paraId="5CF80CDB" w14:textId="77777777" w:rsidR="00D97A95" w:rsidRDefault="00D97A95" w:rsidP="00B8518B">
          <w:pPr>
            <w:pStyle w:val="Zpat"/>
          </w:pPr>
        </w:p>
      </w:tc>
      <w:tc>
        <w:tcPr>
          <w:tcW w:w="8505" w:type="dxa"/>
        </w:tcPr>
        <w:p w14:paraId="33121E7A" w14:textId="77777777" w:rsidR="00D97A95" w:rsidRPr="00143EC0" w:rsidRDefault="00D97A95" w:rsidP="00F422D3">
          <w:pPr>
            <w:pStyle w:val="Zpat0"/>
            <w:rPr>
              <w:b/>
            </w:rPr>
          </w:pPr>
          <w:r>
            <w:rPr>
              <w:b/>
            </w:rPr>
            <w:t>PŘÍLOHA č. 6</w:t>
          </w:r>
        </w:p>
        <w:p w14:paraId="5927FDE5" w14:textId="16EDCBB8" w:rsidR="00D97A95" w:rsidRDefault="00D97A95" w:rsidP="00F95FBD">
          <w:pPr>
            <w:pStyle w:val="Zpat0"/>
          </w:pPr>
          <w:r>
            <w:t xml:space="preserve">SMLOUVA O </w:t>
          </w:r>
          <w:r w:rsidR="004337F3">
            <w:t>DÍLO – Zhotovení</w:t>
          </w:r>
          <w:r>
            <w:t xml:space="preserve"> stavby</w:t>
          </w:r>
        </w:p>
      </w:tc>
    </w:tr>
  </w:tbl>
  <w:p w14:paraId="44318F0B" w14:textId="77777777" w:rsidR="00D97A95" w:rsidRPr="00B8518B" w:rsidRDefault="00D97A9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A95" w14:paraId="67B18BD7" w14:textId="77777777" w:rsidTr="00EB46E5">
      <w:tc>
        <w:tcPr>
          <w:tcW w:w="1361" w:type="dxa"/>
          <w:tcMar>
            <w:left w:w="0" w:type="dxa"/>
            <w:right w:w="0" w:type="dxa"/>
          </w:tcMar>
          <w:vAlign w:val="bottom"/>
        </w:tcPr>
        <w:p w14:paraId="6AD8359E" w14:textId="4FF3D59E" w:rsidR="00D97A95" w:rsidRPr="00B8518B" w:rsidRDefault="00D97A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153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D97A95" w:rsidRDefault="00D97A95" w:rsidP="005A7872">
          <w:pPr>
            <w:pStyle w:val="Zpat"/>
          </w:pPr>
        </w:p>
      </w:tc>
      <w:tc>
        <w:tcPr>
          <w:tcW w:w="425" w:type="dxa"/>
          <w:shd w:val="clear" w:color="auto" w:fill="auto"/>
          <w:tcMar>
            <w:left w:w="0" w:type="dxa"/>
            <w:right w:w="0" w:type="dxa"/>
          </w:tcMar>
        </w:tcPr>
        <w:p w14:paraId="728F4F29" w14:textId="77777777" w:rsidR="00D97A95" w:rsidRDefault="00D97A95" w:rsidP="00B8518B">
          <w:pPr>
            <w:pStyle w:val="Zpat"/>
          </w:pPr>
        </w:p>
      </w:tc>
      <w:tc>
        <w:tcPr>
          <w:tcW w:w="8505" w:type="dxa"/>
        </w:tcPr>
        <w:p w14:paraId="7EDCD52C" w14:textId="77777777" w:rsidR="00D97A95" w:rsidRPr="00143EC0" w:rsidRDefault="00D97A95" w:rsidP="00F422D3">
          <w:pPr>
            <w:pStyle w:val="Zpat0"/>
            <w:rPr>
              <w:b/>
            </w:rPr>
          </w:pPr>
          <w:r>
            <w:rPr>
              <w:b/>
            </w:rPr>
            <w:t>PŘÍLOHA č. 7</w:t>
          </w:r>
        </w:p>
        <w:p w14:paraId="78EAEDCB" w14:textId="410645DC" w:rsidR="00D97A95" w:rsidRDefault="00D97A95" w:rsidP="00F95FBD">
          <w:pPr>
            <w:pStyle w:val="Zpat0"/>
          </w:pPr>
          <w:r>
            <w:t xml:space="preserve">SMLOUVA O </w:t>
          </w:r>
          <w:r w:rsidR="00442363">
            <w:t>DÍLO – Zhotovení</w:t>
          </w:r>
          <w:r>
            <w:t xml:space="preserve"> stavby</w:t>
          </w:r>
        </w:p>
      </w:tc>
    </w:tr>
  </w:tbl>
  <w:p w14:paraId="214EA421" w14:textId="77777777" w:rsidR="00D97A95" w:rsidRPr="00B8518B" w:rsidRDefault="00D97A9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364724" w14:textId="77777777" w:rsidR="00D97A95" w:rsidRDefault="00D97A95" w:rsidP="00962258">
      <w:pPr>
        <w:spacing w:after="0" w:line="240" w:lineRule="auto"/>
      </w:pPr>
      <w:r>
        <w:separator/>
      </w:r>
    </w:p>
  </w:footnote>
  <w:footnote w:type="continuationSeparator" w:id="0">
    <w:p w14:paraId="2DF00CCF" w14:textId="77777777" w:rsidR="00D97A95" w:rsidRDefault="00D97A9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7A95" w14:paraId="70EBCDE4" w14:textId="77777777" w:rsidTr="00C02D0A">
      <w:trPr>
        <w:trHeight w:hRule="exact" w:val="454"/>
      </w:trPr>
      <w:tc>
        <w:tcPr>
          <w:tcW w:w="1361" w:type="dxa"/>
          <w:tcMar>
            <w:top w:w="57" w:type="dxa"/>
            <w:left w:w="0" w:type="dxa"/>
            <w:right w:w="0" w:type="dxa"/>
          </w:tcMar>
        </w:tcPr>
        <w:p w14:paraId="6D1C7585" w14:textId="77777777" w:rsidR="00D97A95" w:rsidRPr="00B8518B" w:rsidRDefault="00D97A95" w:rsidP="00523EA7">
          <w:pPr>
            <w:pStyle w:val="Zpat"/>
            <w:rPr>
              <w:rStyle w:val="slostrnky"/>
            </w:rPr>
          </w:pPr>
        </w:p>
      </w:tc>
      <w:tc>
        <w:tcPr>
          <w:tcW w:w="3458" w:type="dxa"/>
          <w:shd w:val="clear" w:color="auto" w:fill="auto"/>
          <w:tcMar>
            <w:top w:w="57" w:type="dxa"/>
            <w:left w:w="0" w:type="dxa"/>
            <w:right w:w="0" w:type="dxa"/>
          </w:tcMar>
        </w:tcPr>
        <w:p w14:paraId="77D55BE2" w14:textId="77777777" w:rsidR="00D97A95" w:rsidRDefault="00D97A95" w:rsidP="00523EA7">
          <w:pPr>
            <w:pStyle w:val="Zpat"/>
          </w:pPr>
        </w:p>
      </w:tc>
      <w:tc>
        <w:tcPr>
          <w:tcW w:w="5698" w:type="dxa"/>
          <w:shd w:val="clear" w:color="auto" w:fill="auto"/>
          <w:tcMar>
            <w:top w:w="57" w:type="dxa"/>
            <w:left w:w="0" w:type="dxa"/>
            <w:right w:w="0" w:type="dxa"/>
          </w:tcMar>
        </w:tcPr>
        <w:p w14:paraId="4F32F4F2" w14:textId="77777777" w:rsidR="00D97A95" w:rsidRPr="00D6163D" w:rsidRDefault="00D97A95" w:rsidP="00D6163D">
          <w:pPr>
            <w:pStyle w:val="Druhdokumentu"/>
          </w:pPr>
        </w:p>
      </w:tc>
    </w:tr>
  </w:tbl>
  <w:p w14:paraId="214685D6" w14:textId="77777777" w:rsidR="00D97A95" w:rsidRPr="00D6163D" w:rsidRDefault="00D97A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97A95" w14:paraId="29A23F3D" w14:textId="77777777" w:rsidTr="00B22106">
      <w:trPr>
        <w:trHeight w:hRule="exact" w:val="936"/>
      </w:trPr>
      <w:tc>
        <w:tcPr>
          <w:tcW w:w="1361" w:type="dxa"/>
          <w:tcMar>
            <w:left w:w="0" w:type="dxa"/>
            <w:right w:w="0" w:type="dxa"/>
          </w:tcMar>
        </w:tcPr>
        <w:p w14:paraId="773B0CA4" w14:textId="77777777" w:rsidR="00D97A95" w:rsidRPr="00B8518B" w:rsidRDefault="00D97A95" w:rsidP="00FC6389">
          <w:pPr>
            <w:pStyle w:val="Zpat"/>
            <w:rPr>
              <w:rStyle w:val="slostrnky"/>
            </w:rPr>
          </w:pPr>
        </w:p>
      </w:tc>
      <w:tc>
        <w:tcPr>
          <w:tcW w:w="3458" w:type="dxa"/>
          <w:shd w:val="clear" w:color="auto" w:fill="auto"/>
          <w:tcMar>
            <w:left w:w="0" w:type="dxa"/>
            <w:right w:w="0" w:type="dxa"/>
          </w:tcMar>
        </w:tcPr>
        <w:p w14:paraId="2F60DDA6" w14:textId="77777777" w:rsidR="00D97A95" w:rsidRDefault="00D97A95" w:rsidP="00FC6389">
          <w:pPr>
            <w:pStyle w:val="Zpat"/>
          </w:pPr>
        </w:p>
      </w:tc>
      <w:tc>
        <w:tcPr>
          <w:tcW w:w="5756" w:type="dxa"/>
          <w:shd w:val="clear" w:color="auto" w:fill="auto"/>
          <w:tcMar>
            <w:left w:w="0" w:type="dxa"/>
            <w:right w:w="0" w:type="dxa"/>
          </w:tcMar>
        </w:tcPr>
        <w:p w14:paraId="3223FCB3" w14:textId="77777777" w:rsidR="00D97A95" w:rsidRPr="00D6163D" w:rsidRDefault="00D97A95" w:rsidP="00FC6389">
          <w:pPr>
            <w:pStyle w:val="Druhdokumentu"/>
          </w:pPr>
        </w:p>
      </w:tc>
    </w:tr>
    <w:tr w:rsidR="00D97A95" w14:paraId="70CD904D" w14:textId="77777777" w:rsidTr="00B22106">
      <w:trPr>
        <w:trHeight w:hRule="exact" w:val="936"/>
      </w:trPr>
      <w:tc>
        <w:tcPr>
          <w:tcW w:w="1361" w:type="dxa"/>
          <w:tcMar>
            <w:left w:w="0" w:type="dxa"/>
            <w:right w:w="0" w:type="dxa"/>
          </w:tcMar>
        </w:tcPr>
        <w:p w14:paraId="5060C354" w14:textId="77777777" w:rsidR="00D97A95" w:rsidRPr="00B8518B" w:rsidRDefault="00D97A95" w:rsidP="00FC6389">
          <w:pPr>
            <w:pStyle w:val="Zpat"/>
            <w:rPr>
              <w:rStyle w:val="slostrnky"/>
            </w:rPr>
          </w:pPr>
        </w:p>
      </w:tc>
      <w:tc>
        <w:tcPr>
          <w:tcW w:w="3458" w:type="dxa"/>
          <w:shd w:val="clear" w:color="auto" w:fill="auto"/>
          <w:tcMar>
            <w:left w:w="0" w:type="dxa"/>
            <w:right w:w="0" w:type="dxa"/>
          </w:tcMar>
        </w:tcPr>
        <w:p w14:paraId="2B3241E3" w14:textId="77777777" w:rsidR="00D97A95" w:rsidRDefault="00D97A95" w:rsidP="00FC6389">
          <w:pPr>
            <w:pStyle w:val="Zpat"/>
          </w:pPr>
        </w:p>
      </w:tc>
      <w:tc>
        <w:tcPr>
          <w:tcW w:w="5756" w:type="dxa"/>
          <w:shd w:val="clear" w:color="auto" w:fill="auto"/>
          <w:tcMar>
            <w:left w:w="0" w:type="dxa"/>
            <w:right w:w="0" w:type="dxa"/>
          </w:tcMar>
        </w:tcPr>
        <w:p w14:paraId="4216692C" w14:textId="77777777" w:rsidR="00D97A95" w:rsidRPr="00D6163D" w:rsidRDefault="00D97A95" w:rsidP="00FC6389">
          <w:pPr>
            <w:pStyle w:val="Druhdokumentu"/>
          </w:pPr>
        </w:p>
      </w:tc>
    </w:tr>
  </w:tbl>
  <w:p w14:paraId="1925D994" w14:textId="77777777" w:rsidR="00D97A95" w:rsidRPr="00D6163D" w:rsidRDefault="00D97A95"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D97A95" w:rsidRPr="00460660" w:rsidRDefault="00D97A9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7A95" w14:paraId="4BDEEA6D" w14:textId="77777777" w:rsidTr="00C02D0A">
      <w:trPr>
        <w:trHeight w:hRule="exact" w:val="454"/>
      </w:trPr>
      <w:tc>
        <w:tcPr>
          <w:tcW w:w="1361" w:type="dxa"/>
          <w:tcMar>
            <w:top w:w="57" w:type="dxa"/>
            <w:left w:w="0" w:type="dxa"/>
            <w:right w:w="0" w:type="dxa"/>
          </w:tcMar>
        </w:tcPr>
        <w:p w14:paraId="06EB2851" w14:textId="77777777" w:rsidR="00D97A95" w:rsidRPr="00B8518B" w:rsidRDefault="00D97A95" w:rsidP="00523EA7">
          <w:pPr>
            <w:pStyle w:val="Zpat"/>
            <w:rPr>
              <w:rStyle w:val="slostrnky"/>
            </w:rPr>
          </w:pPr>
        </w:p>
      </w:tc>
      <w:tc>
        <w:tcPr>
          <w:tcW w:w="3458" w:type="dxa"/>
          <w:shd w:val="clear" w:color="auto" w:fill="auto"/>
          <w:tcMar>
            <w:top w:w="57" w:type="dxa"/>
            <w:left w:w="0" w:type="dxa"/>
            <w:right w:w="0" w:type="dxa"/>
          </w:tcMar>
        </w:tcPr>
        <w:p w14:paraId="06764F05" w14:textId="77777777" w:rsidR="00D97A95" w:rsidRDefault="00D97A95" w:rsidP="00523EA7">
          <w:pPr>
            <w:pStyle w:val="Zpat"/>
          </w:pPr>
        </w:p>
      </w:tc>
      <w:tc>
        <w:tcPr>
          <w:tcW w:w="5698" w:type="dxa"/>
          <w:shd w:val="clear" w:color="auto" w:fill="auto"/>
          <w:tcMar>
            <w:top w:w="57" w:type="dxa"/>
            <w:left w:w="0" w:type="dxa"/>
            <w:right w:w="0" w:type="dxa"/>
          </w:tcMar>
        </w:tcPr>
        <w:p w14:paraId="03C23103" w14:textId="77777777" w:rsidR="00D97A95" w:rsidRPr="00D6163D" w:rsidRDefault="00D97A95" w:rsidP="00D6163D">
          <w:pPr>
            <w:pStyle w:val="Druhdokumentu"/>
          </w:pPr>
        </w:p>
      </w:tc>
    </w:tr>
  </w:tbl>
  <w:p w14:paraId="41D42320" w14:textId="77777777" w:rsidR="00D97A95" w:rsidRPr="00D6163D" w:rsidRDefault="00D97A9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7A95" w14:paraId="6084D9F7" w14:textId="77777777" w:rsidTr="00C02D0A">
      <w:trPr>
        <w:trHeight w:hRule="exact" w:val="454"/>
      </w:trPr>
      <w:tc>
        <w:tcPr>
          <w:tcW w:w="1361" w:type="dxa"/>
          <w:tcMar>
            <w:top w:w="57" w:type="dxa"/>
            <w:left w:w="0" w:type="dxa"/>
            <w:right w:w="0" w:type="dxa"/>
          </w:tcMar>
        </w:tcPr>
        <w:p w14:paraId="55122BED" w14:textId="77777777" w:rsidR="00D97A95" w:rsidRPr="00B8518B" w:rsidRDefault="00D97A95" w:rsidP="00523EA7">
          <w:pPr>
            <w:pStyle w:val="Zpat"/>
            <w:rPr>
              <w:rStyle w:val="slostrnky"/>
            </w:rPr>
          </w:pPr>
        </w:p>
      </w:tc>
      <w:tc>
        <w:tcPr>
          <w:tcW w:w="3458" w:type="dxa"/>
          <w:shd w:val="clear" w:color="auto" w:fill="auto"/>
          <w:tcMar>
            <w:top w:w="57" w:type="dxa"/>
            <w:left w:w="0" w:type="dxa"/>
            <w:right w:w="0" w:type="dxa"/>
          </w:tcMar>
        </w:tcPr>
        <w:p w14:paraId="352BFC7D" w14:textId="77777777" w:rsidR="00D97A95" w:rsidRDefault="00D97A95" w:rsidP="00523EA7">
          <w:pPr>
            <w:pStyle w:val="Zpat"/>
          </w:pPr>
        </w:p>
      </w:tc>
      <w:tc>
        <w:tcPr>
          <w:tcW w:w="5698" w:type="dxa"/>
          <w:shd w:val="clear" w:color="auto" w:fill="auto"/>
          <w:tcMar>
            <w:top w:w="57" w:type="dxa"/>
            <w:left w:w="0" w:type="dxa"/>
            <w:right w:w="0" w:type="dxa"/>
          </w:tcMar>
        </w:tcPr>
        <w:p w14:paraId="738215A2" w14:textId="77777777" w:rsidR="00D97A95" w:rsidRPr="00D6163D" w:rsidRDefault="00D97A95" w:rsidP="00D6163D">
          <w:pPr>
            <w:pStyle w:val="Druhdokumentu"/>
          </w:pPr>
        </w:p>
      </w:tc>
    </w:tr>
  </w:tbl>
  <w:p w14:paraId="63AACB25" w14:textId="77777777" w:rsidR="00D97A95" w:rsidRPr="00D6163D" w:rsidRDefault="00D97A9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7A95" w14:paraId="4248C52B" w14:textId="77777777" w:rsidTr="00C02D0A">
      <w:trPr>
        <w:trHeight w:hRule="exact" w:val="454"/>
      </w:trPr>
      <w:tc>
        <w:tcPr>
          <w:tcW w:w="1361" w:type="dxa"/>
          <w:tcMar>
            <w:top w:w="57" w:type="dxa"/>
            <w:left w:w="0" w:type="dxa"/>
            <w:right w:w="0" w:type="dxa"/>
          </w:tcMar>
        </w:tcPr>
        <w:p w14:paraId="227EE8E5" w14:textId="77777777" w:rsidR="00D97A95" w:rsidRPr="00B8518B" w:rsidRDefault="00D97A95" w:rsidP="00523EA7">
          <w:pPr>
            <w:pStyle w:val="Zpat"/>
            <w:rPr>
              <w:rStyle w:val="slostrnky"/>
            </w:rPr>
          </w:pPr>
        </w:p>
      </w:tc>
      <w:tc>
        <w:tcPr>
          <w:tcW w:w="3458" w:type="dxa"/>
          <w:shd w:val="clear" w:color="auto" w:fill="auto"/>
          <w:tcMar>
            <w:top w:w="57" w:type="dxa"/>
            <w:left w:w="0" w:type="dxa"/>
            <w:right w:w="0" w:type="dxa"/>
          </w:tcMar>
        </w:tcPr>
        <w:p w14:paraId="79B9543B" w14:textId="77777777" w:rsidR="00D97A95" w:rsidRDefault="00D97A95" w:rsidP="00523EA7">
          <w:pPr>
            <w:pStyle w:val="Zpat"/>
          </w:pPr>
        </w:p>
      </w:tc>
      <w:tc>
        <w:tcPr>
          <w:tcW w:w="5698" w:type="dxa"/>
          <w:shd w:val="clear" w:color="auto" w:fill="auto"/>
          <w:tcMar>
            <w:top w:w="57" w:type="dxa"/>
            <w:left w:w="0" w:type="dxa"/>
            <w:right w:w="0" w:type="dxa"/>
          </w:tcMar>
        </w:tcPr>
        <w:p w14:paraId="55E160BB" w14:textId="77777777" w:rsidR="00D97A95" w:rsidRPr="00D6163D" w:rsidRDefault="00D97A95" w:rsidP="00D6163D">
          <w:pPr>
            <w:pStyle w:val="Druhdokumentu"/>
          </w:pPr>
        </w:p>
      </w:tc>
    </w:tr>
  </w:tbl>
  <w:p w14:paraId="7CC0D749" w14:textId="77777777" w:rsidR="00D97A95" w:rsidRPr="00D6163D" w:rsidRDefault="00D97A9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7A95" w14:paraId="6E9F8945" w14:textId="77777777" w:rsidTr="00C02D0A">
      <w:trPr>
        <w:trHeight w:hRule="exact" w:val="454"/>
      </w:trPr>
      <w:tc>
        <w:tcPr>
          <w:tcW w:w="1361" w:type="dxa"/>
          <w:tcMar>
            <w:top w:w="57" w:type="dxa"/>
            <w:left w:w="0" w:type="dxa"/>
            <w:right w:w="0" w:type="dxa"/>
          </w:tcMar>
        </w:tcPr>
        <w:p w14:paraId="6097A1C2" w14:textId="77777777" w:rsidR="00D97A95" w:rsidRPr="00B8518B" w:rsidRDefault="00D97A95" w:rsidP="00523EA7">
          <w:pPr>
            <w:pStyle w:val="Zpat"/>
            <w:rPr>
              <w:rStyle w:val="slostrnky"/>
            </w:rPr>
          </w:pPr>
        </w:p>
      </w:tc>
      <w:tc>
        <w:tcPr>
          <w:tcW w:w="3458" w:type="dxa"/>
          <w:shd w:val="clear" w:color="auto" w:fill="auto"/>
          <w:tcMar>
            <w:top w:w="57" w:type="dxa"/>
            <w:left w:w="0" w:type="dxa"/>
            <w:right w:w="0" w:type="dxa"/>
          </w:tcMar>
        </w:tcPr>
        <w:p w14:paraId="342573BB" w14:textId="77777777" w:rsidR="00D97A95" w:rsidRDefault="00D97A95" w:rsidP="00523EA7">
          <w:pPr>
            <w:pStyle w:val="Zpat"/>
          </w:pPr>
        </w:p>
      </w:tc>
      <w:tc>
        <w:tcPr>
          <w:tcW w:w="5698" w:type="dxa"/>
          <w:shd w:val="clear" w:color="auto" w:fill="auto"/>
          <w:tcMar>
            <w:top w:w="57" w:type="dxa"/>
            <w:left w:w="0" w:type="dxa"/>
            <w:right w:w="0" w:type="dxa"/>
          </w:tcMar>
        </w:tcPr>
        <w:p w14:paraId="1BD5A820" w14:textId="77777777" w:rsidR="00D97A95" w:rsidRPr="00D6163D" w:rsidRDefault="00D97A95" w:rsidP="00D6163D">
          <w:pPr>
            <w:pStyle w:val="Druhdokumentu"/>
          </w:pPr>
        </w:p>
      </w:tc>
    </w:tr>
  </w:tbl>
  <w:p w14:paraId="79621E5D" w14:textId="77777777" w:rsidR="00D97A95" w:rsidRPr="00D6163D" w:rsidRDefault="00D97A9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7F3C"/>
    <w:rsid w:val="000219F1"/>
    <w:rsid w:val="00041EC8"/>
    <w:rsid w:val="00051076"/>
    <w:rsid w:val="00056BB3"/>
    <w:rsid w:val="000624A4"/>
    <w:rsid w:val="00063B11"/>
    <w:rsid w:val="0006588D"/>
    <w:rsid w:val="00067A5E"/>
    <w:rsid w:val="000719BB"/>
    <w:rsid w:val="00072A65"/>
    <w:rsid w:val="00072C1E"/>
    <w:rsid w:val="0007653B"/>
    <w:rsid w:val="000A44BC"/>
    <w:rsid w:val="000B4EB8"/>
    <w:rsid w:val="000C41F2"/>
    <w:rsid w:val="000D22C4"/>
    <w:rsid w:val="000D27D1"/>
    <w:rsid w:val="000E1A7F"/>
    <w:rsid w:val="000F070C"/>
    <w:rsid w:val="001118ED"/>
    <w:rsid w:val="00112864"/>
    <w:rsid w:val="00114472"/>
    <w:rsid w:val="00114988"/>
    <w:rsid w:val="00115069"/>
    <w:rsid w:val="001150F2"/>
    <w:rsid w:val="00143EC0"/>
    <w:rsid w:val="001656A2"/>
    <w:rsid w:val="00165977"/>
    <w:rsid w:val="00170EC5"/>
    <w:rsid w:val="001747C1"/>
    <w:rsid w:val="00177D6B"/>
    <w:rsid w:val="001913F8"/>
    <w:rsid w:val="00191F90"/>
    <w:rsid w:val="00195C0D"/>
    <w:rsid w:val="001B4E74"/>
    <w:rsid w:val="001C645F"/>
    <w:rsid w:val="001E39D0"/>
    <w:rsid w:val="001E678E"/>
    <w:rsid w:val="002038D5"/>
    <w:rsid w:val="002071BB"/>
    <w:rsid w:val="00207DF5"/>
    <w:rsid w:val="002124F5"/>
    <w:rsid w:val="00214C3E"/>
    <w:rsid w:val="00240B81"/>
    <w:rsid w:val="00247D01"/>
    <w:rsid w:val="00261342"/>
    <w:rsid w:val="00261A5B"/>
    <w:rsid w:val="00262E5B"/>
    <w:rsid w:val="002739E9"/>
    <w:rsid w:val="00276AFE"/>
    <w:rsid w:val="002A3B57"/>
    <w:rsid w:val="002A5468"/>
    <w:rsid w:val="002A784C"/>
    <w:rsid w:val="002C31BF"/>
    <w:rsid w:val="002C713C"/>
    <w:rsid w:val="002C7A28"/>
    <w:rsid w:val="002D7FD6"/>
    <w:rsid w:val="002E0CD7"/>
    <w:rsid w:val="002E0CFB"/>
    <w:rsid w:val="002E5C7B"/>
    <w:rsid w:val="002F4333"/>
    <w:rsid w:val="00306BBA"/>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B0DCD"/>
    <w:rsid w:val="003B144F"/>
    <w:rsid w:val="003C33F2"/>
    <w:rsid w:val="003D756E"/>
    <w:rsid w:val="003E420D"/>
    <w:rsid w:val="003E4C13"/>
    <w:rsid w:val="003E6ECF"/>
    <w:rsid w:val="004078F3"/>
    <w:rsid w:val="004101C4"/>
    <w:rsid w:val="00427794"/>
    <w:rsid w:val="004337F3"/>
    <w:rsid w:val="00442363"/>
    <w:rsid w:val="00443BD3"/>
    <w:rsid w:val="00450F07"/>
    <w:rsid w:val="00453CD3"/>
    <w:rsid w:val="00456944"/>
    <w:rsid w:val="0046002F"/>
    <w:rsid w:val="00460660"/>
    <w:rsid w:val="00464BA9"/>
    <w:rsid w:val="00477150"/>
    <w:rsid w:val="00483969"/>
    <w:rsid w:val="00485CE8"/>
    <w:rsid w:val="00486107"/>
    <w:rsid w:val="00491827"/>
    <w:rsid w:val="004C4399"/>
    <w:rsid w:val="004C787C"/>
    <w:rsid w:val="004D09FB"/>
    <w:rsid w:val="004E70C8"/>
    <w:rsid w:val="004E7A1F"/>
    <w:rsid w:val="004F4B9B"/>
    <w:rsid w:val="00500C05"/>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C354E"/>
    <w:rsid w:val="005D3C39"/>
    <w:rsid w:val="005F2269"/>
    <w:rsid w:val="00601A8C"/>
    <w:rsid w:val="0061068E"/>
    <w:rsid w:val="006115D3"/>
    <w:rsid w:val="006223CF"/>
    <w:rsid w:val="00625D0C"/>
    <w:rsid w:val="00653256"/>
    <w:rsid w:val="0065610E"/>
    <w:rsid w:val="00660AD3"/>
    <w:rsid w:val="006776B6"/>
    <w:rsid w:val="00680E03"/>
    <w:rsid w:val="00693150"/>
    <w:rsid w:val="006A5570"/>
    <w:rsid w:val="006A689C"/>
    <w:rsid w:val="006B3D79"/>
    <w:rsid w:val="006B6FE4"/>
    <w:rsid w:val="006C0BB6"/>
    <w:rsid w:val="006C2343"/>
    <w:rsid w:val="006C442A"/>
    <w:rsid w:val="006C490F"/>
    <w:rsid w:val="006D1DE8"/>
    <w:rsid w:val="006D3D66"/>
    <w:rsid w:val="006E0578"/>
    <w:rsid w:val="006E314D"/>
    <w:rsid w:val="006F3D6A"/>
    <w:rsid w:val="00710723"/>
    <w:rsid w:val="007145F3"/>
    <w:rsid w:val="00723ED1"/>
    <w:rsid w:val="00740AF5"/>
    <w:rsid w:val="00741BC9"/>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D6900"/>
    <w:rsid w:val="007E438F"/>
    <w:rsid w:val="007E4A6E"/>
    <w:rsid w:val="007F56A7"/>
    <w:rsid w:val="00800851"/>
    <w:rsid w:val="00807DD0"/>
    <w:rsid w:val="00813A9F"/>
    <w:rsid w:val="00821D01"/>
    <w:rsid w:val="00826B7B"/>
    <w:rsid w:val="00846789"/>
    <w:rsid w:val="00866994"/>
    <w:rsid w:val="00867E69"/>
    <w:rsid w:val="008A3568"/>
    <w:rsid w:val="008B4B16"/>
    <w:rsid w:val="008B6585"/>
    <w:rsid w:val="008C50F3"/>
    <w:rsid w:val="008C7EFE"/>
    <w:rsid w:val="008D03B9"/>
    <w:rsid w:val="008D30C7"/>
    <w:rsid w:val="008E3804"/>
    <w:rsid w:val="008E3C99"/>
    <w:rsid w:val="008F18D6"/>
    <w:rsid w:val="008F2C9B"/>
    <w:rsid w:val="008F4428"/>
    <w:rsid w:val="008F797B"/>
    <w:rsid w:val="009008A9"/>
    <w:rsid w:val="00902844"/>
    <w:rsid w:val="00904780"/>
    <w:rsid w:val="0090635B"/>
    <w:rsid w:val="00922385"/>
    <w:rsid w:val="009223DF"/>
    <w:rsid w:val="00936091"/>
    <w:rsid w:val="00940D8A"/>
    <w:rsid w:val="009443D5"/>
    <w:rsid w:val="00954524"/>
    <w:rsid w:val="00956A82"/>
    <w:rsid w:val="00962258"/>
    <w:rsid w:val="009678B7"/>
    <w:rsid w:val="00980ADA"/>
    <w:rsid w:val="00992D9C"/>
    <w:rsid w:val="00996CB8"/>
    <w:rsid w:val="009A28F4"/>
    <w:rsid w:val="009B2E97"/>
    <w:rsid w:val="009B4201"/>
    <w:rsid w:val="009B5146"/>
    <w:rsid w:val="009B64C8"/>
    <w:rsid w:val="009C418E"/>
    <w:rsid w:val="009C442C"/>
    <w:rsid w:val="009E07F4"/>
    <w:rsid w:val="009F0867"/>
    <w:rsid w:val="009F309B"/>
    <w:rsid w:val="009F392E"/>
    <w:rsid w:val="009F53C5"/>
    <w:rsid w:val="009F638B"/>
    <w:rsid w:val="00A0740E"/>
    <w:rsid w:val="00A10713"/>
    <w:rsid w:val="00A21A01"/>
    <w:rsid w:val="00A32426"/>
    <w:rsid w:val="00A34CE0"/>
    <w:rsid w:val="00A36878"/>
    <w:rsid w:val="00A45292"/>
    <w:rsid w:val="00A50641"/>
    <w:rsid w:val="00A530BF"/>
    <w:rsid w:val="00A6177B"/>
    <w:rsid w:val="00A66136"/>
    <w:rsid w:val="00A71189"/>
    <w:rsid w:val="00A7364A"/>
    <w:rsid w:val="00A74DCC"/>
    <w:rsid w:val="00A753ED"/>
    <w:rsid w:val="00A77512"/>
    <w:rsid w:val="00A807C9"/>
    <w:rsid w:val="00A83D4D"/>
    <w:rsid w:val="00A90618"/>
    <w:rsid w:val="00A94C2F"/>
    <w:rsid w:val="00A96E07"/>
    <w:rsid w:val="00AA2F43"/>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3667A"/>
    <w:rsid w:val="00B42F40"/>
    <w:rsid w:val="00B5431A"/>
    <w:rsid w:val="00B62393"/>
    <w:rsid w:val="00B75EE1"/>
    <w:rsid w:val="00B77481"/>
    <w:rsid w:val="00B84ECC"/>
    <w:rsid w:val="00B8518B"/>
    <w:rsid w:val="00B955DF"/>
    <w:rsid w:val="00B968E5"/>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B0C92"/>
    <w:rsid w:val="00CB1530"/>
    <w:rsid w:val="00CB4F6D"/>
    <w:rsid w:val="00CB6A37"/>
    <w:rsid w:val="00CB7684"/>
    <w:rsid w:val="00CC7C8F"/>
    <w:rsid w:val="00CD1FC4"/>
    <w:rsid w:val="00CE5886"/>
    <w:rsid w:val="00CE6A58"/>
    <w:rsid w:val="00D034A0"/>
    <w:rsid w:val="00D1366C"/>
    <w:rsid w:val="00D145B4"/>
    <w:rsid w:val="00D15797"/>
    <w:rsid w:val="00D21061"/>
    <w:rsid w:val="00D32554"/>
    <w:rsid w:val="00D4108E"/>
    <w:rsid w:val="00D41CEF"/>
    <w:rsid w:val="00D4328E"/>
    <w:rsid w:val="00D476D4"/>
    <w:rsid w:val="00D6163D"/>
    <w:rsid w:val="00D72ED1"/>
    <w:rsid w:val="00D831A3"/>
    <w:rsid w:val="00D976E7"/>
    <w:rsid w:val="00D97A95"/>
    <w:rsid w:val="00D97BE3"/>
    <w:rsid w:val="00DA3711"/>
    <w:rsid w:val="00DA5B8D"/>
    <w:rsid w:val="00DD46F3"/>
    <w:rsid w:val="00DE56F2"/>
    <w:rsid w:val="00DF116D"/>
    <w:rsid w:val="00DF4C72"/>
    <w:rsid w:val="00E16FF7"/>
    <w:rsid w:val="00E26D68"/>
    <w:rsid w:val="00E44045"/>
    <w:rsid w:val="00E463D2"/>
    <w:rsid w:val="00E618C4"/>
    <w:rsid w:val="00E73EBB"/>
    <w:rsid w:val="00E7415D"/>
    <w:rsid w:val="00E878EE"/>
    <w:rsid w:val="00E901A3"/>
    <w:rsid w:val="00E953EB"/>
    <w:rsid w:val="00EA3D99"/>
    <w:rsid w:val="00EA4767"/>
    <w:rsid w:val="00EA585B"/>
    <w:rsid w:val="00EA6EC7"/>
    <w:rsid w:val="00EB104F"/>
    <w:rsid w:val="00EB46E5"/>
    <w:rsid w:val="00ED14BD"/>
    <w:rsid w:val="00ED29F1"/>
    <w:rsid w:val="00F016C7"/>
    <w:rsid w:val="00F12DEC"/>
    <w:rsid w:val="00F13D36"/>
    <w:rsid w:val="00F1715C"/>
    <w:rsid w:val="00F24489"/>
    <w:rsid w:val="00F310F8"/>
    <w:rsid w:val="00F35939"/>
    <w:rsid w:val="00F422D3"/>
    <w:rsid w:val="00F45607"/>
    <w:rsid w:val="00F4722B"/>
    <w:rsid w:val="00F5100C"/>
    <w:rsid w:val="00F54432"/>
    <w:rsid w:val="00F659EB"/>
    <w:rsid w:val="00F762A8"/>
    <w:rsid w:val="00F86BA6"/>
    <w:rsid w:val="00F95FBD"/>
    <w:rsid w:val="00F97EC7"/>
    <w:rsid w:val="00FB6342"/>
    <w:rsid w:val="00FC3B26"/>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styleId="Nevyeenzmnka">
    <w:name w:val="Unresolved Mention"/>
    <w:basedOn w:val="Standardnpsmoodstavce"/>
    <w:uiPriority w:val="99"/>
    <w:semiHidden/>
    <w:unhideWhenUsed/>
    <w:rsid w:val="00AA2F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hyperlink" Target="mailto:Krehlikova@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header" Target="header5.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Kolman@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24" Type="http://schemas.openxmlformats.org/officeDocument/2006/relationships/footer" Target="footer6.xml"/><Relationship Id="rId32" Type="http://schemas.openxmlformats.org/officeDocument/2006/relationships/footer" Target="footer9.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Wolfk@spravazeleznic.cz" TargetMode="External"/><Relationship Id="rId36"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Cmejla@spravazeleznic.cz" TargetMode="External"/><Relationship Id="rId30" Type="http://schemas.openxmlformats.org/officeDocument/2006/relationships/hyperlink" Target="mailto:Halaska@spravazeleznic.cz" TargetMode="External"/><Relationship Id="rId35"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4DA3F66-8637-468E-8587-049399CC8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563</TotalTime>
  <Pages>23</Pages>
  <Words>6413</Words>
  <Characters>37843</Characters>
  <Application>Microsoft Office Word</Application>
  <DocSecurity>0</DocSecurity>
  <Lines>315</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Křehlíková Lucie, Bc.</cp:lastModifiedBy>
  <cp:revision>69</cp:revision>
  <cp:lastPrinted>2019-09-27T11:09:00Z</cp:lastPrinted>
  <dcterms:created xsi:type="dcterms:W3CDTF">2019-03-19T08:45:00Z</dcterms:created>
  <dcterms:modified xsi:type="dcterms:W3CDTF">2023-01-31T07:21:00Z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